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8BCE7" w14:textId="43017F22" w:rsidR="00B95163" w:rsidRPr="00240591" w:rsidRDefault="00B95163" w:rsidP="00B95163">
      <w:pPr>
        <w:pStyle w:val="Title"/>
      </w:pPr>
      <w:bookmarkStart w:id="0" w:name="_Toc219615103"/>
      <w:r>
        <w:t xml:space="preserve">Procedure: </w:t>
      </w:r>
      <w:sdt>
        <w:sdtPr>
          <w:alias w:val="Title"/>
          <w:tag w:val=""/>
          <w:id w:val="1578169310"/>
          <w:placeholder>
            <w:docPart w:val="0CD8B410B59E40B797AE9083571D030A"/>
          </w:placeholder>
          <w:dataBinding w:prefixMappings="xmlns:ns0='http://purl.org/dc/elements/1.1/' xmlns:ns1='http://schemas.openxmlformats.org/package/2006/metadata/core-properties' " w:xpath="/ns1:coreProperties[1]/ns0:title[1]" w:storeItemID="{6C3C8BC8-F283-45AE-878A-BAB7291924A1}"/>
          <w:text/>
        </w:sdtPr>
        <w:sdtEndPr/>
        <w:sdtContent>
          <w:r w:rsidR="00594194">
            <w:t>Measuring and Monitoring Equipment</w:t>
          </w:r>
        </w:sdtContent>
      </w:sdt>
    </w:p>
    <w:p w14:paraId="2A08BCE8" w14:textId="77777777" w:rsidR="00B95163" w:rsidRDefault="00B95163" w:rsidP="00B95163"/>
    <w:p w14:paraId="2A08BCE9" w14:textId="77777777" w:rsidR="00B95163" w:rsidRDefault="00B95163" w:rsidP="00B95163"/>
    <w:p w14:paraId="2A08BCEA" w14:textId="77777777" w:rsidR="00B95163" w:rsidRDefault="00B95163" w:rsidP="00B95163"/>
    <w:p w14:paraId="2A08BCEB" w14:textId="77777777" w:rsidR="00B95163" w:rsidRDefault="00B95163" w:rsidP="00B95163"/>
    <w:p w14:paraId="2A08BCEC" w14:textId="77777777" w:rsidR="00B95163" w:rsidRDefault="00B95163" w:rsidP="00B95163"/>
    <w:p w14:paraId="2A08BCED" w14:textId="77777777" w:rsidR="00B95163" w:rsidRDefault="00B95163" w:rsidP="00B95163"/>
    <w:p w14:paraId="2A08BCEE" w14:textId="77777777" w:rsidR="00B95163" w:rsidRPr="00963149" w:rsidRDefault="00B95163" w:rsidP="00B95163"/>
    <w:p w14:paraId="2A08BCEF" w14:textId="77777777" w:rsidR="00B95163" w:rsidRDefault="00B95163" w:rsidP="00B95163"/>
    <w:p w14:paraId="2A08BCF0" w14:textId="77777777" w:rsidR="00B95163" w:rsidRDefault="00B95163" w:rsidP="00B95163"/>
    <w:p w14:paraId="2A08BCF1" w14:textId="3A96F88F" w:rsidR="00B95163" w:rsidRDefault="00E42AEF" w:rsidP="00E42AEF">
      <w:pPr>
        <w:tabs>
          <w:tab w:val="left" w:pos="2880"/>
        </w:tabs>
      </w:pPr>
      <w:r>
        <w:tab/>
      </w:r>
    </w:p>
    <w:p w14:paraId="2A08BCF2" w14:textId="77777777" w:rsidR="00B95163" w:rsidRDefault="00B95163" w:rsidP="00B95163"/>
    <w:p w14:paraId="2A08BCF3" w14:textId="77777777" w:rsidR="00B95163" w:rsidRDefault="00B95163" w:rsidP="00B95163"/>
    <w:p w14:paraId="09742CF4" w14:textId="6E937C71" w:rsidR="00E42AEF" w:rsidRDefault="00E42AEF" w:rsidP="00B95163"/>
    <w:p w14:paraId="324A7C68" w14:textId="77777777" w:rsidR="00E42AEF" w:rsidRDefault="00E42AEF" w:rsidP="00B95163"/>
    <w:p w14:paraId="2008DF75" w14:textId="77777777" w:rsidR="00E42AEF" w:rsidRDefault="00E42AEF" w:rsidP="00B95163"/>
    <w:p w14:paraId="2A08BCF4" w14:textId="77777777" w:rsidR="00B95163" w:rsidRDefault="00B95163" w:rsidP="00E42AEF">
      <w:pPr>
        <w:ind w:firstLine="720"/>
      </w:pPr>
    </w:p>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E42AEF" w14:paraId="139D0E20"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1DD5BB" w14:textId="77777777" w:rsidR="00E42AEF" w:rsidRDefault="00E42AEF">
            <w:pPr>
              <w:pStyle w:val="Tableheadingleft"/>
              <w:rPr>
                <w:sz w:val="20"/>
              </w:rPr>
            </w:pPr>
            <w:r>
              <w:t>Document information, authorship and approvals</w:t>
            </w:r>
          </w:p>
        </w:tc>
      </w:tr>
      <w:tr w:rsidR="00E42AEF" w14:paraId="54E9069D"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339508" w14:textId="77777777" w:rsidR="00E42AEF" w:rsidRDefault="00E42AEF">
            <w:pPr>
              <w:pStyle w:val="Tableheadingleft"/>
            </w:pPr>
            <w:r>
              <w:t>Author signs to confirm technical content</w:t>
            </w:r>
          </w:p>
        </w:tc>
      </w:tr>
      <w:tr w:rsidR="00E42AEF" w14:paraId="4A44259D"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0AAF959A" w14:textId="77777777" w:rsidR="00E42AEF" w:rsidRDefault="00E42AEF">
            <w:pPr>
              <w:pStyle w:val="Tabletextleft"/>
            </w:pPr>
            <w:r>
              <w:t>Prepared by:</w:t>
            </w:r>
          </w:p>
          <w:p w14:paraId="0D0AF576" w14:textId="77777777" w:rsidR="00E42AEF" w:rsidRDefault="00E42AEF">
            <w:pPr>
              <w:pStyle w:val="Tabletextleft"/>
            </w:pPr>
          </w:p>
          <w:p w14:paraId="78777267"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96CBEA6" w14:textId="77777777" w:rsidR="00E42AEF" w:rsidRDefault="00E42AEF">
            <w:pPr>
              <w:pStyle w:val="Tabletextleft"/>
            </w:pPr>
            <w:r>
              <w:t>Job title:</w:t>
            </w:r>
          </w:p>
          <w:p w14:paraId="7BDAA910"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94C4F3"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C5454BF" w14:textId="77777777" w:rsidR="00E42AEF" w:rsidRDefault="00E42AEF">
            <w:pPr>
              <w:pStyle w:val="Tabletextleft"/>
            </w:pPr>
            <w:r>
              <w:t>Date:</w:t>
            </w:r>
          </w:p>
        </w:tc>
      </w:tr>
      <w:tr w:rsidR="00E42AEF" w14:paraId="15B6E439"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63C630" w14:textId="77777777" w:rsidR="00E42AEF" w:rsidRDefault="00E42AEF">
            <w:pPr>
              <w:pStyle w:val="Tableheadingleft"/>
            </w:pPr>
            <w:r>
              <w:t>Subject matter expert reviewer signs to confirm technical content</w:t>
            </w:r>
          </w:p>
        </w:tc>
      </w:tr>
      <w:tr w:rsidR="00E42AEF" w14:paraId="7D2834F5"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245E2ECF" w14:textId="77777777" w:rsidR="00E42AEF" w:rsidRDefault="00E42AEF">
            <w:pPr>
              <w:pStyle w:val="Tabletextleft"/>
            </w:pPr>
            <w:r>
              <w:t>Reviewed by:</w:t>
            </w:r>
          </w:p>
          <w:p w14:paraId="4C367558" w14:textId="77777777" w:rsidR="00E42AEF" w:rsidRDefault="00E42AEF">
            <w:pPr>
              <w:pStyle w:val="Tabletextleft"/>
            </w:pPr>
          </w:p>
          <w:p w14:paraId="60408902"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D4FBFA" w14:textId="77777777" w:rsidR="00E42AEF" w:rsidRDefault="00E42AEF">
            <w:pPr>
              <w:pStyle w:val="Tabletextleft"/>
            </w:pPr>
            <w:r>
              <w:t>Job title:</w:t>
            </w:r>
          </w:p>
          <w:p w14:paraId="53D36F06"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15724C6"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72AB9D7" w14:textId="77777777" w:rsidR="00E42AEF" w:rsidRDefault="00E42AEF">
            <w:pPr>
              <w:pStyle w:val="Tabletextleft"/>
            </w:pPr>
            <w:r>
              <w:t>Date:</w:t>
            </w:r>
          </w:p>
        </w:tc>
      </w:tr>
      <w:tr w:rsidR="00E42AEF" w14:paraId="1D5FA546"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84A2A1" w14:textId="77777777" w:rsidR="00E42AEF" w:rsidRDefault="00E42AEF">
            <w:pPr>
              <w:pStyle w:val="Tableheadingleft"/>
            </w:pPr>
            <w:r>
              <w:t>Quality representative signs to confirm document complies with quality management system</w:t>
            </w:r>
          </w:p>
        </w:tc>
      </w:tr>
      <w:tr w:rsidR="00E42AEF" w14:paraId="32732104" w14:textId="77777777" w:rsidTr="00E42AE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9543D67" w14:textId="77777777" w:rsidR="00E42AEF" w:rsidRDefault="00E42AEF">
            <w:pPr>
              <w:pStyle w:val="Tabletextleft"/>
            </w:pPr>
            <w:r>
              <w:t>Authorised by:</w:t>
            </w:r>
          </w:p>
          <w:p w14:paraId="2FC4837E" w14:textId="77777777" w:rsidR="00E42AEF" w:rsidRDefault="00E42AEF">
            <w:pPr>
              <w:pStyle w:val="Tabletextleft"/>
            </w:pPr>
          </w:p>
          <w:p w14:paraId="20F541FB"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BF0FF6A" w14:textId="77777777" w:rsidR="00E42AEF" w:rsidRDefault="00E42AEF">
            <w:pPr>
              <w:pStyle w:val="Tabletextleft"/>
            </w:pPr>
            <w:r>
              <w:t>Job title:</w:t>
            </w:r>
          </w:p>
          <w:p w14:paraId="67837F6A"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ABBF3BA"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78207D3" w14:textId="55A8A720" w:rsidR="00E42AEF" w:rsidRDefault="00E42AEF">
            <w:pPr>
              <w:pStyle w:val="Tabletextleft"/>
            </w:pPr>
            <w:r>
              <w:t>Date:</w:t>
            </w:r>
          </w:p>
        </w:tc>
      </w:tr>
    </w:tbl>
    <w:p w14:paraId="2A08BD1B" w14:textId="1C384B0C" w:rsidR="00B95163" w:rsidRPr="007D2198" w:rsidRDefault="00B95163" w:rsidP="00B95163">
      <w:pPr>
        <w:pStyle w:val="Subtitle"/>
      </w:pPr>
      <w:r w:rsidRPr="007D2198">
        <w:br w:type="page"/>
      </w:r>
      <w:bookmarkStart w:id="1" w:name="_Toc235848835"/>
      <w:r w:rsidRPr="007D2198">
        <w:lastRenderedPageBreak/>
        <w:t>Table of Contents</w:t>
      </w:r>
      <w:bookmarkEnd w:id="1"/>
    </w:p>
    <w:p w14:paraId="3A663E2E" w14:textId="77777777" w:rsidR="00E056A3" w:rsidRDefault="00B9516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1189" w:history="1">
        <w:r w:rsidR="00E056A3" w:rsidRPr="009210B9">
          <w:rPr>
            <w:rStyle w:val="Hyperlink"/>
          </w:rPr>
          <w:t>1.</w:t>
        </w:r>
        <w:r w:rsidR="00E056A3">
          <w:rPr>
            <w:rFonts w:asciiTheme="minorHAnsi" w:eastAsiaTheme="minorEastAsia" w:hAnsiTheme="minorHAnsi" w:cstheme="minorBidi"/>
            <w:b w:val="0"/>
            <w:lang w:eastAsia="en-AU"/>
          </w:rPr>
          <w:tab/>
        </w:r>
        <w:r w:rsidR="00E056A3" w:rsidRPr="009210B9">
          <w:rPr>
            <w:rStyle w:val="Hyperlink"/>
          </w:rPr>
          <w:t>Purpose</w:t>
        </w:r>
        <w:r w:rsidR="00E056A3">
          <w:rPr>
            <w:webHidden/>
          </w:rPr>
          <w:tab/>
        </w:r>
        <w:r w:rsidR="00E056A3">
          <w:rPr>
            <w:webHidden/>
          </w:rPr>
          <w:fldChar w:fldCharType="begin"/>
        </w:r>
        <w:r w:rsidR="00E056A3">
          <w:rPr>
            <w:webHidden/>
          </w:rPr>
          <w:instrText xml:space="preserve"> PAGEREF _Toc406571189 \h </w:instrText>
        </w:r>
        <w:r w:rsidR="00E056A3">
          <w:rPr>
            <w:webHidden/>
          </w:rPr>
        </w:r>
        <w:r w:rsidR="00E056A3">
          <w:rPr>
            <w:webHidden/>
          </w:rPr>
          <w:fldChar w:fldCharType="separate"/>
        </w:r>
        <w:r w:rsidR="00E056A3">
          <w:rPr>
            <w:webHidden/>
          </w:rPr>
          <w:t>3</w:t>
        </w:r>
        <w:r w:rsidR="00E056A3">
          <w:rPr>
            <w:webHidden/>
          </w:rPr>
          <w:fldChar w:fldCharType="end"/>
        </w:r>
      </w:hyperlink>
    </w:p>
    <w:p w14:paraId="7F6C3902" w14:textId="77777777" w:rsidR="00E056A3" w:rsidRDefault="00D7266B">
      <w:pPr>
        <w:pStyle w:val="TOC1"/>
        <w:rPr>
          <w:rFonts w:asciiTheme="minorHAnsi" w:eastAsiaTheme="minorEastAsia" w:hAnsiTheme="minorHAnsi" w:cstheme="minorBidi"/>
          <w:b w:val="0"/>
          <w:lang w:eastAsia="en-AU"/>
        </w:rPr>
      </w:pPr>
      <w:hyperlink w:anchor="_Toc406571190" w:history="1">
        <w:r w:rsidR="00E056A3" w:rsidRPr="009210B9">
          <w:rPr>
            <w:rStyle w:val="Hyperlink"/>
          </w:rPr>
          <w:t>2.</w:t>
        </w:r>
        <w:r w:rsidR="00E056A3">
          <w:rPr>
            <w:rFonts w:asciiTheme="minorHAnsi" w:eastAsiaTheme="minorEastAsia" w:hAnsiTheme="minorHAnsi" w:cstheme="minorBidi"/>
            <w:b w:val="0"/>
            <w:lang w:eastAsia="en-AU"/>
          </w:rPr>
          <w:tab/>
        </w:r>
        <w:r w:rsidR="00E056A3" w:rsidRPr="009210B9">
          <w:rPr>
            <w:rStyle w:val="Hyperlink"/>
          </w:rPr>
          <w:t>Scope</w:t>
        </w:r>
        <w:r w:rsidR="00E056A3">
          <w:rPr>
            <w:webHidden/>
          </w:rPr>
          <w:tab/>
        </w:r>
        <w:r w:rsidR="00E056A3">
          <w:rPr>
            <w:webHidden/>
          </w:rPr>
          <w:fldChar w:fldCharType="begin"/>
        </w:r>
        <w:r w:rsidR="00E056A3">
          <w:rPr>
            <w:webHidden/>
          </w:rPr>
          <w:instrText xml:space="preserve"> PAGEREF _Toc406571190 \h </w:instrText>
        </w:r>
        <w:r w:rsidR="00E056A3">
          <w:rPr>
            <w:webHidden/>
          </w:rPr>
        </w:r>
        <w:r w:rsidR="00E056A3">
          <w:rPr>
            <w:webHidden/>
          </w:rPr>
          <w:fldChar w:fldCharType="separate"/>
        </w:r>
        <w:r w:rsidR="00E056A3">
          <w:rPr>
            <w:webHidden/>
          </w:rPr>
          <w:t>3</w:t>
        </w:r>
        <w:r w:rsidR="00E056A3">
          <w:rPr>
            <w:webHidden/>
          </w:rPr>
          <w:fldChar w:fldCharType="end"/>
        </w:r>
      </w:hyperlink>
    </w:p>
    <w:p w14:paraId="75D3FACF" w14:textId="77777777" w:rsidR="00E056A3" w:rsidRDefault="00D7266B">
      <w:pPr>
        <w:pStyle w:val="TOC1"/>
        <w:rPr>
          <w:rFonts w:asciiTheme="minorHAnsi" w:eastAsiaTheme="minorEastAsia" w:hAnsiTheme="minorHAnsi" w:cstheme="minorBidi"/>
          <w:b w:val="0"/>
          <w:lang w:eastAsia="en-AU"/>
        </w:rPr>
      </w:pPr>
      <w:hyperlink w:anchor="_Toc406571191" w:history="1">
        <w:r w:rsidR="00E056A3" w:rsidRPr="009210B9">
          <w:rPr>
            <w:rStyle w:val="Hyperlink"/>
          </w:rPr>
          <w:t>3.</w:t>
        </w:r>
        <w:r w:rsidR="00E056A3">
          <w:rPr>
            <w:rFonts w:asciiTheme="minorHAnsi" w:eastAsiaTheme="minorEastAsia" w:hAnsiTheme="minorHAnsi" w:cstheme="minorBidi"/>
            <w:b w:val="0"/>
            <w:lang w:eastAsia="en-AU"/>
          </w:rPr>
          <w:tab/>
        </w:r>
        <w:r w:rsidR="00E056A3" w:rsidRPr="009210B9">
          <w:rPr>
            <w:rStyle w:val="Hyperlink"/>
          </w:rPr>
          <w:t>Responsibilities</w:t>
        </w:r>
        <w:r w:rsidR="00E056A3">
          <w:rPr>
            <w:webHidden/>
          </w:rPr>
          <w:tab/>
        </w:r>
        <w:r w:rsidR="00E056A3">
          <w:rPr>
            <w:webHidden/>
          </w:rPr>
          <w:fldChar w:fldCharType="begin"/>
        </w:r>
        <w:r w:rsidR="00E056A3">
          <w:rPr>
            <w:webHidden/>
          </w:rPr>
          <w:instrText xml:space="preserve"> PAGEREF _Toc406571191 \h </w:instrText>
        </w:r>
        <w:r w:rsidR="00E056A3">
          <w:rPr>
            <w:webHidden/>
          </w:rPr>
        </w:r>
        <w:r w:rsidR="00E056A3">
          <w:rPr>
            <w:webHidden/>
          </w:rPr>
          <w:fldChar w:fldCharType="separate"/>
        </w:r>
        <w:r w:rsidR="00E056A3">
          <w:rPr>
            <w:webHidden/>
          </w:rPr>
          <w:t>3</w:t>
        </w:r>
        <w:r w:rsidR="00E056A3">
          <w:rPr>
            <w:webHidden/>
          </w:rPr>
          <w:fldChar w:fldCharType="end"/>
        </w:r>
      </w:hyperlink>
    </w:p>
    <w:p w14:paraId="6049C56B" w14:textId="77777777" w:rsidR="00E056A3" w:rsidRDefault="00D7266B">
      <w:pPr>
        <w:pStyle w:val="TOC1"/>
        <w:rPr>
          <w:rFonts w:asciiTheme="minorHAnsi" w:eastAsiaTheme="minorEastAsia" w:hAnsiTheme="minorHAnsi" w:cstheme="minorBidi"/>
          <w:b w:val="0"/>
          <w:lang w:eastAsia="en-AU"/>
        </w:rPr>
      </w:pPr>
      <w:hyperlink w:anchor="_Toc406571192" w:history="1">
        <w:r w:rsidR="00E056A3" w:rsidRPr="009210B9">
          <w:rPr>
            <w:rStyle w:val="Hyperlink"/>
          </w:rPr>
          <w:t>4.</w:t>
        </w:r>
        <w:r w:rsidR="00E056A3">
          <w:rPr>
            <w:rFonts w:asciiTheme="minorHAnsi" w:eastAsiaTheme="minorEastAsia" w:hAnsiTheme="minorHAnsi" w:cstheme="minorBidi"/>
            <w:b w:val="0"/>
            <w:lang w:eastAsia="en-AU"/>
          </w:rPr>
          <w:tab/>
        </w:r>
        <w:r w:rsidR="00E056A3" w:rsidRPr="009210B9">
          <w:rPr>
            <w:rStyle w:val="Hyperlink"/>
          </w:rPr>
          <w:t>Procedure</w:t>
        </w:r>
        <w:r w:rsidR="00E056A3">
          <w:rPr>
            <w:webHidden/>
          </w:rPr>
          <w:tab/>
        </w:r>
        <w:r w:rsidR="00E056A3">
          <w:rPr>
            <w:webHidden/>
          </w:rPr>
          <w:fldChar w:fldCharType="begin"/>
        </w:r>
        <w:r w:rsidR="00E056A3">
          <w:rPr>
            <w:webHidden/>
          </w:rPr>
          <w:instrText xml:space="preserve"> PAGEREF _Toc406571192 \h </w:instrText>
        </w:r>
        <w:r w:rsidR="00E056A3">
          <w:rPr>
            <w:webHidden/>
          </w:rPr>
        </w:r>
        <w:r w:rsidR="00E056A3">
          <w:rPr>
            <w:webHidden/>
          </w:rPr>
          <w:fldChar w:fldCharType="separate"/>
        </w:r>
        <w:r w:rsidR="00E056A3">
          <w:rPr>
            <w:webHidden/>
          </w:rPr>
          <w:t>3</w:t>
        </w:r>
        <w:r w:rsidR="00E056A3">
          <w:rPr>
            <w:webHidden/>
          </w:rPr>
          <w:fldChar w:fldCharType="end"/>
        </w:r>
      </w:hyperlink>
    </w:p>
    <w:p w14:paraId="09277B35" w14:textId="77777777" w:rsidR="00E056A3" w:rsidRDefault="00D7266B">
      <w:pPr>
        <w:pStyle w:val="TOC2"/>
        <w:rPr>
          <w:rFonts w:asciiTheme="minorHAnsi" w:eastAsiaTheme="minorEastAsia" w:hAnsiTheme="minorHAnsi" w:cstheme="minorBidi"/>
          <w:lang w:eastAsia="en-AU"/>
        </w:rPr>
      </w:pPr>
      <w:hyperlink w:anchor="_Toc406571193" w:history="1">
        <w:r w:rsidR="00E056A3" w:rsidRPr="009210B9">
          <w:rPr>
            <w:rStyle w:val="Hyperlink"/>
          </w:rPr>
          <w:t>4.1.</w:t>
        </w:r>
        <w:r w:rsidR="00E056A3">
          <w:rPr>
            <w:rFonts w:asciiTheme="minorHAnsi" w:eastAsiaTheme="minorEastAsia" w:hAnsiTheme="minorHAnsi" w:cstheme="minorBidi"/>
            <w:lang w:eastAsia="en-AU"/>
          </w:rPr>
          <w:tab/>
        </w:r>
        <w:r w:rsidR="00E056A3" w:rsidRPr="009210B9">
          <w:rPr>
            <w:rStyle w:val="Hyperlink"/>
          </w:rPr>
          <w:t>Measurement identification and selection of equipment</w:t>
        </w:r>
        <w:r w:rsidR="00E056A3">
          <w:rPr>
            <w:webHidden/>
          </w:rPr>
          <w:tab/>
        </w:r>
        <w:r w:rsidR="00E056A3">
          <w:rPr>
            <w:webHidden/>
          </w:rPr>
          <w:fldChar w:fldCharType="begin"/>
        </w:r>
        <w:r w:rsidR="00E056A3">
          <w:rPr>
            <w:webHidden/>
          </w:rPr>
          <w:instrText xml:space="preserve"> PAGEREF _Toc406571193 \h </w:instrText>
        </w:r>
        <w:r w:rsidR="00E056A3">
          <w:rPr>
            <w:webHidden/>
          </w:rPr>
        </w:r>
        <w:r w:rsidR="00E056A3">
          <w:rPr>
            <w:webHidden/>
          </w:rPr>
          <w:fldChar w:fldCharType="separate"/>
        </w:r>
        <w:r w:rsidR="00E056A3">
          <w:rPr>
            <w:webHidden/>
          </w:rPr>
          <w:t>3</w:t>
        </w:r>
        <w:r w:rsidR="00E056A3">
          <w:rPr>
            <w:webHidden/>
          </w:rPr>
          <w:fldChar w:fldCharType="end"/>
        </w:r>
      </w:hyperlink>
    </w:p>
    <w:p w14:paraId="4AAE51DB" w14:textId="77777777" w:rsidR="00E056A3" w:rsidRDefault="00D7266B">
      <w:pPr>
        <w:pStyle w:val="TOC2"/>
        <w:rPr>
          <w:rFonts w:asciiTheme="minorHAnsi" w:eastAsiaTheme="minorEastAsia" w:hAnsiTheme="minorHAnsi" w:cstheme="minorBidi"/>
          <w:lang w:eastAsia="en-AU"/>
        </w:rPr>
      </w:pPr>
      <w:hyperlink w:anchor="_Toc406571194" w:history="1">
        <w:r w:rsidR="00E056A3" w:rsidRPr="009210B9">
          <w:rPr>
            <w:rStyle w:val="Hyperlink"/>
          </w:rPr>
          <w:t>4.2.</w:t>
        </w:r>
        <w:r w:rsidR="00E056A3">
          <w:rPr>
            <w:rFonts w:asciiTheme="minorHAnsi" w:eastAsiaTheme="minorEastAsia" w:hAnsiTheme="minorHAnsi" w:cstheme="minorBidi"/>
            <w:lang w:eastAsia="en-AU"/>
          </w:rPr>
          <w:tab/>
        </w:r>
        <w:r w:rsidR="00E056A3" w:rsidRPr="009210B9">
          <w:rPr>
            <w:rStyle w:val="Hyperlink"/>
          </w:rPr>
          <w:t>Calibration</w:t>
        </w:r>
        <w:r w:rsidR="00E056A3">
          <w:rPr>
            <w:webHidden/>
          </w:rPr>
          <w:tab/>
        </w:r>
        <w:r w:rsidR="00E056A3">
          <w:rPr>
            <w:webHidden/>
          </w:rPr>
          <w:fldChar w:fldCharType="begin"/>
        </w:r>
        <w:r w:rsidR="00E056A3">
          <w:rPr>
            <w:webHidden/>
          </w:rPr>
          <w:instrText xml:space="preserve"> PAGEREF _Toc406571194 \h </w:instrText>
        </w:r>
        <w:r w:rsidR="00E056A3">
          <w:rPr>
            <w:webHidden/>
          </w:rPr>
        </w:r>
        <w:r w:rsidR="00E056A3">
          <w:rPr>
            <w:webHidden/>
          </w:rPr>
          <w:fldChar w:fldCharType="separate"/>
        </w:r>
        <w:r w:rsidR="00E056A3">
          <w:rPr>
            <w:webHidden/>
          </w:rPr>
          <w:t>4</w:t>
        </w:r>
        <w:r w:rsidR="00E056A3">
          <w:rPr>
            <w:webHidden/>
          </w:rPr>
          <w:fldChar w:fldCharType="end"/>
        </w:r>
      </w:hyperlink>
    </w:p>
    <w:p w14:paraId="1C8721D7" w14:textId="77777777" w:rsidR="00E056A3" w:rsidRDefault="00D7266B">
      <w:pPr>
        <w:pStyle w:val="TOC2"/>
        <w:rPr>
          <w:rFonts w:asciiTheme="minorHAnsi" w:eastAsiaTheme="minorEastAsia" w:hAnsiTheme="minorHAnsi" w:cstheme="minorBidi"/>
          <w:lang w:eastAsia="en-AU"/>
        </w:rPr>
      </w:pPr>
      <w:hyperlink w:anchor="_Toc406571195" w:history="1">
        <w:r w:rsidR="00E056A3" w:rsidRPr="009210B9">
          <w:rPr>
            <w:rStyle w:val="Hyperlink"/>
          </w:rPr>
          <w:t>4.3.</w:t>
        </w:r>
        <w:r w:rsidR="00E056A3">
          <w:rPr>
            <w:rFonts w:asciiTheme="minorHAnsi" w:eastAsiaTheme="minorEastAsia" w:hAnsiTheme="minorHAnsi" w:cstheme="minorBidi"/>
            <w:lang w:eastAsia="en-AU"/>
          </w:rPr>
          <w:tab/>
        </w:r>
        <w:r w:rsidR="00E056A3" w:rsidRPr="009210B9">
          <w:rPr>
            <w:rStyle w:val="Hyperlink"/>
          </w:rPr>
          <w:t>Product-specific comparative reference hardware</w:t>
        </w:r>
        <w:r w:rsidR="00E056A3">
          <w:rPr>
            <w:webHidden/>
          </w:rPr>
          <w:tab/>
        </w:r>
        <w:r w:rsidR="00E056A3">
          <w:rPr>
            <w:webHidden/>
          </w:rPr>
          <w:fldChar w:fldCharType="begin"/>
        </w:r>
        <w:r w:rsidR="00E056A3">
          <w:rPr>
            <w:webHidden/>
          </w:rPr>
          <w:instrText xml:space="preserve"> PAGEREF _Toc406571195 \h </w:instrText>
        </w:r>
        <w:r w:rsidR="00E056A3">
          <w:rPr>
            <w:webHidden/>
          </w:rPr>
        </w:r>
        <w:r w:rsidR="00E056A3">
          <w:rPr>
            <w:webHidden/>
          </w:rPr>
          <w:fldChar w:fldCharType="separate"/>
        </w:r>
        <w:r w:rsidR="00E056A3">
          <w:rPr>
            <w:webHidden/>
          </w:rPr>
          <w:t>5</w:t>
        </w:r>
        <w:r w:rsidR="00E056A3">
          <w:rPr>
            <w:webHidden/>
          </w:rPr>
          <w:fldChar w:fldCharType="end"/>
        </w:r>
      </w:hyperlink>
    </w:p>
    <w:p w14:paraId="072A026F" w14:textId="77777777" w:rsidR="00E056A3" w:rsidRDefault="00D7266B">
      <w:pPr>
        <w:pStyle w:val="TOC2"/>
        <w:rPr>
          <w:rFonts w:asciiTheme="minorHAnsi" w:eastAsiaTheme="minorEastAsia" w:hAnsiTheme="minorHAnsi" w:cstheme="minorBidi"/>
          <w:lang w:eastAsia="en-AU"/>
        </w:rPr>
      </w:pPr>
      <w:hyperlink w:anchor="_Toc406571196" w:history="1">
        <w:r w:rsidR="00E056A3" w:rsidRPr="009210B9">
          <w:rPr>
            <w:rStyle w:val="Hyperlink"/>
          </w:rPr>
          <w:t>4.4.</w:t>
        </w:r>
        <w:r w:rsidR="00E056A3">
          <w:rPr>
            <w:rFonts w:asciiTheme="minorHAnsi" w:eastAsiaTheme="minorEastAsia" w:hAnsiTheme="minorHAnsi" w:cstheme="minorBidi"/>
            <w:lang w:eastAsia="en-AU"/>
          </w:rPr>
          <w:tab/>
        </w:r>
        <w:r w:rsidR="00E056A3" w:rsidRPr="009210B9">
          <w:rPr>
            <w:rStyle w:val="Hyperlink"/>
          </w:rPr>
          <w:t>Test software</w:t>
        </w:r>
        <w:r w:rsidR="00E056A3">
          <w:rPr>
            <w:webHidden/>
          </w:rPr>
          <w:tab/>
        </w:r>
        <w:r w:rsidR="00E056A3">
          <w:rPr>
            <w:webHidden/>
          </w:rPr>
          <w:fldChar w:fldCharType="begin"/>
        </w:r>
        <w:r w:rsidR="00E056A3">
          <w:rPr>
            <w:webHidden/>
          </w:rPr>
          <w:instrText xml:space="preserve"> PAGEREF _Toc406571196 \h </w:instrText>
        </w:r>
        <w:r w:rsidR="00E056A3">
          <w:rPr>
            <w:webHidden/>
          </w:rPr>
        </w:r>
        <w:r w:rsidR="00E056A3">
          <w:rPr>
            <w:webHidden/>
          </w:rPr>
          <w:fldChar w:fldCharType="separate"/>
        </w:r>
        <w:r w:rsidR="00E056A3">
          <w:rPr>
            <w:webHidden/>
          </w:rPr>
          <w:t>5</w:t>
        </w:r>
        <w:r w:rsidR="00E056A3">
          <w:rPr>
            <w:webHidden/>
          </w:rPr>
          <w:fldChar w:fldCharType="end"/>
        </w:r>
      </w:hyperlink>
    </w:p>
    <w:p w14:paraId="71AC212E" w14:textId="77777777" w:rsidR="00E056A3" w:rsidRDefault="00D7266B">
      <w:pPr>
        <w:pStyle w:val="TOC2"/>
        <w:rPr>
          <w:rFonts w:asciiTheme="minorHAnsi" w:eastAsiaTheme="minorEastAsia" w:hAnsiTheme="minorHAnsi" w:cstheme="minorBidi"/>
          <w:lang w:eastAsia="en-AU"/>
        </w:rPr>
      </w:pPr>
      <w:hyperlink w:anchor="_Toc406571197" w:history="1">
        <w:r w:rsidR="00E056A3" w:rsidRPr="009210B9">
          <w:rPr>
            <w:rStyle w:val="Hyperlink"/>
          </w:rPr>
          <w:t>4.5.</w:t>
        </w:r>
        <w:r w:rsidR="00E056A3">
          <w:rPr>
            <w:rFonts w:asciiTheme="minorHAnsi" w:eastAsiaTheme="minorEastAsia" w:hAnsiTheme="minorHAnsi" w:cstheme="minorBidi"/>
            <w:lang w:eastAsia="en-AU"/>
          </w:rPr>
          <w:tab/>
        </w:r>
        <w:r w:rsidR="00E056A3" w:rsidRPr="009210B9">
          <w:rPr>
            <w:rStyle w:val="Hyperlink"/>
          </w:rPr>
          <w:t>Storage and maintenance</w:t>
        </w:r>
        <w:r w:rsidR="00E056A3">
          <w:rPr>
            <w:webHidden/>
          </w:rPr>
          <w:tab/>
        </w:r>
        <w:r w:rsidR="00E056A3">
          <w:rPr>
            <w:webHidden/>
          </w:rPr>
          <w:fldChar w:fldCharType="begin"/>
        </w:r>
        <w:r w:rsidR="00E056A3">
          <w:rPr>
            <w:webHidden/>
          </w:rPr>
          <w:instrText xml:space="preserve"> PAGEREF _Toc406571197 \h </w:instrText>
        </w:r>
        <w:r w:rsidR="00E056A3">
          <w:rPr>
            <w:webHidden/>
          </w:rPr>
        </w:r>
        <w:r w:rsidR="00E056A3">
          <w:rPr>
            <w:webHidden/>
          </w:rPr>
          <w:fldChar w:fldCharType="separate"/>
        </w:r>
        <w:r w:rsidR="00E056A3">
          <w:rPr>
            <w:webHidden/>
          </w:rPr>
          <w:t>5</w:t>
        </w:r>
        <w:r w:rsidR="00E056A3">
          <w:rPr>
            <w:webHidden/>
          </w:rPr>
          <w:fldChar w:fldCharType="end"/>
        </w:r>
      </w:hyperlink>
    </w:p>
    <w:p w14:paraId="7381DF23" w14:textId="77777777" w:rsidR="00E056A3" w:rsidRDefault="00D7266B">
      <w:pPr>
        <w:pStyle w:val="TOC2"/>
        <w:rPr>
          <w:rFonts w:asciiTheme="minorHAnsi" w:eastAsiaTheme="minorEastAsia" w:hAnsiTheme="minorHAnsi" w:cstheme="minorBidi"/>
          <w:lang w:eastAsia="en-AU"/>
        </w:rPr>
      </w:pPr>
      <w:hyperlink w:anchor="_Toc406571198" w:history="1">
        <w:r w:rsidR="00E056A3" w:rsidRPr="009210B9">
          <w:rPr>
            <w:rStyle w:val="Hyperlink"/>
          </w:rPr>
          <w:t>4.6.</w:t>
        </w:r>
        <w:r w:rsidR="00E056A3">
          <w:rPr>
            <w:rFonts w:asciiTheme="minorHAnsi" w:eastAsiaTheme="minorEastAsia" w:hAnsiTheme="minorHAnsi" w:cstheme="minorBidi"/>
            <w:lang w:eastAsia="en-AU"/>
          </w:rPr>
          <w:tab/>
        </w:r>
        <w:r w:rsidR="00E056A3" w:rsidRPr="009210B9">
          <w:rPr>
            <w:rStyle w:val="Hyperlink"/>
          </w:rPr>
          <w:t>Non-conforming equipment</w:t>
        </w:r>
        <w:r w:rsidR="00E056A3">
          <w:rPr>
            <w:webHidden/>
          </w:rPr>
          <w:tab/>
        </w:r>
        <w:r w:rsidR="00E056A3">
          <w:rPr>
            <w:webHidden/>
          </w:rPr>
          <w:fldChar w:fldCharType="begin"/>
        </w:r>
        <w:r w:rsidR="00E056A3">
          <w:rPr>
            <w:webHidden/>
          </w:rPr>
          <w:instrText xml:space="preserve"> PAGEREF _Toc406571198 \h </w:instrText>
        </w:r>
        <w:r w:rsidR="00E056A3">
          <w:rPr>
            <w:webHidden/>
          </w:rPr>
        </w:r>
        <w:r w:rsidR="00E056A3">
          <w:rPr>
            <w:webHidden/>
          </w:rPr>
          <w:fldChar w:fldCharType="separate"/>
        </w:r>
        <w:r w:rsidR="00E056A3">
          <w:rPr>
            <w:webHidden/>
          </w:rPr>
          <w:t>5</w:t>
        </w:r>
        <w:r w:rsidR="00E056A3">
          <w:rPr>
            <w:webHidden/>
          </w:rPr>
          <w:fldChar w:fldCharType="end"/>
        </w:r>
      </w:hyperlink>
    </w:p>
    <w:p w14:paraId="585A449D" w14:textId="77777777" w:rsidR="00E056A3" w:rsidRDefault="00D7266B">
      <w:pPr>
        <w:pStyle w:val="TOC2"/>
        <w:rPr>
          <w:rFonts w:asciiTheme="minorHAnsi" w:eastAsiaTheme="minorEastAsia" w:hAnsiTheme="minorHAnsi" w:cstheme="minorBidi"/>
          <w:lang w:eastAsia="en-AU"/>
        </w:rPr>
      </w:pPr>
      <w:hyperlink w:anchor="_Toc406571199" w:history="1">
        <w:r w:rsidR="00E056A3" w:rsidRPr="009210B9">
          <w:rPr>
            <w:rStyle w:val="Hyperlink"/>
          </w:rPr>
          <w:t>4.7.</w:t>
        </w:r>
        <w:r w:rsidR="00E056A3">
          <w:rPr>
            <w:rFonts w:asciiTheme="minorHAnsi" w:eastAsiaTheme="minorEastAsia" w:hAnsiTheme="minorHAnsi" w:cstheme="minorBidi"/>
            <w:lang w:eastAsia="en-AU"/>
          </w:rPr>
          <w:tab/>
        </w:r>
        <w:r w:rsidR="00E056A3" w:rsidRPr="009210B9">
          <w:rPr>
            <w:rStyle w:val="Hyperlink"/>
          </w:rPr>
          <w:t>Equipment exempted from calibration</w:t>
        </w:r>
        <w:r w:rsidR="00E056A3">
          <w:rPr>
            <w:webHidden/>
          </w:rPr>
          <w:tab/>
        </w:r>
        <w:r w:rsidR="00E056A3">
          <w:rPr>
            <w:webHidden/>
          </w:rPr>
          <w:fldChar w:fldCharType="begin"/>
        </w:r>
        <w:r w:rsidR="00E056A3">
          <w:rPr>
            <w:webHidden/>
          </w:rPr>
          <w:instrText xml:space="preserve"> PAGEREF _Toc406571199 \h </w:instrText>
        </w:r>
        <w:r w:rsidR="00E056A3">
          <w:rPr>
            <w:webHidden/>
          </w:rPr>
        </w:r>
        <w:r w:rsidR="00E056A3">
          <w:rPr>
            <w:webHidden/>
          </w:rPr>
          <w:fldChar w:fldCharType="separate"/>
        </w:r>
        <w:r w:rsidR="00E056A3">
          <w:rPr>
            <w:webHidden/>
          </w:rPr>
          <w:t>6</w:t>
        </w:r>
        <w:r w:rsidR="00E056A3">
          <w:rPr>
            <w:webHidden/>
          </w:rPr>
          <w:fldChar w:fldCharType="end"/>
        </w:r>
      </w:hyperlink>
    </w:p>
    <w:p w14:paraId="2A08BD2B" w14:textId="77777777" w:rsidR="00B95163" w:rsidRDefault="00B95163" w:rsidP="00E42AEF">
      <w:pPr>
        <w:tabs>
          <w:tab w:val="left" w:pos="9356"/>
        </w:tabs>
      </w:pPr>
      <w:r>
        <w:rPr>
          <w:noProof/>
        </w:rPr>
        <w:fldChar w:fldCharType="end"/>
      </w:r>
    </w:p>
    <w:p w14:paraId="2A08BD2C" w14:textId="77777777" w:rsidR="00B95163" w:rsidRPr="00D3202B" w:rsidRDefault="00B95163" w:rsidP="00B95163">
      <w:pPr>
        <w:pStyle w:val="Instruction"/>
      </w:pPr>
      <w:bookmarkStart w:id="2" w:name="_GoBack"/>
      <w:bookmarkEnd w:id="2"/>
      <w:r>
        <w:br w:type="page"/>
      </w:r>
      <w:bookmarkEnd w:id="0"/>
      <w:r w:rsidRPr="00D3202B">
        <w:lastRenderedPageBreak/>
        <w:t>This is a typical calibration procedure that should fit most companies. Unless calibration is sub-contracted, there should also be instructions for calibrating different types of measuring instruments.</w:t>
      </w:r>
    </w:p>
    <w:p w14:paraId="2A08BD2D" w14:textId="77777777" w:rsidR="00B95163" w:rsidRPr="00D3202B" w:rsidRDefault="00B95163" w:rsidP="00B95163">
      <w:pPr>
        <w:pStyle w:val="Heading1"/>
        <w:numPr>
          <w:ilvl w:val="0"/>
          <w:numId w:val="9"/>
        </w:numPr>
        <w:spacing w:before="480" w:after="200" w:line="240" w:lineRule="auto"/>
      </w:pPr>
      <w:bookmarkStart w:id="3" w:name="_Toc236040995"/>
      <w:bookmarkStart w:id="4" w:name="_Toc406571189"/>
      <w:r>
        <w:t>Purpose</w:t>
      </w:r>
      <w:bookmarkEnd w:id="3"/>
      <w:bookmarkEnd w:id="4"/>
    </w:p>
    <w:p w14:paraId="2A08BD2E" w14:textId="77777777" w:rsidR="00B95163" w:rsidRPr="00D3202B" w:rsidRDefault="00B95163" w:rsidP="00B95163">
      <w:r w:rsidRPr="00D3202B">
        <w:t>This procedure describes a system, provides instructions and assigns responsibilities for identification, calibration and maintenance of measuring and monitoring equipment.</w:t>
      </w:r>
    </w:p>
    <w:p w14:paraId="2A08BD2F" w14:textId="6E1DBDAD" w:rsidR="00B95163" w:rsidRPr="00D3202B" w:rsidRDefault="00072C45" w:rsidP="00B95163">
      <w:pPr>
        <w:pStyle w:val="Heading1"/>
        <w:numPr>
          <w:ilvl w:val="0"/>
          <w:numId w:val="9"/>
        </w:numPr>
        <w:spacing w:before="480" w:after="200" w:line="240" w:lineRule="auto"/>
      </w:pPr>
      <w:bookmarkStart w:id="5" w:name="_Toc406571190"/>
      <w:r>
        <w:t>Scope</w:t>
      </w:r>
      <w:bookmarkEnd w:id="5"/>
    </w:p>
    <w:p w14:paraId="2A08BD30" w14:textId="6878E309" w:rsidR="00B95163" w:rsidRPr="00D3202B" w:rsidRDefault="00B95163" w:rsidP="00B95163">
      <w:r w:rsidRPr="00D3202B">
        <w:t xml:space="preserve">The </w:t>
      </w:r>
      <w:r w:rsidR="00072C45">
        <w:t xml:space="preserve">scope of this </w:t>
      </w:r>
      <w:r w:rsidRPr="00D3202B">
        <w:t xml:space="preserve">procedure </w:t>
      </w:r>
      <w:r w:rsidR="00072C45">
        <w:t>includes</w:t>
      </w:r>
      <w:r w:rsidRPr="00D3202B">
        <w:t xml:space="preserve"> measuring and monitoring equipment, comparative reference hardware (templates) and test software used for verification of product conformity</w:t>
      </w:r>
      <w:r w:rsidR="00072C45" w:rsidRPr="00072C45">
        <w:t xml:space="preserve"> </w:t>
      </w:r>
      <w:r w:rsidR="00072C45">
        <w:t>at</w:t>
      </w:r>
      <w:r w:rsidR="00072C45" w:rsidRPr="00A632AC">
        <w:t xml:space="preserve"> </w:t>
      </w:r>
      <w:sdt>
        <w:sdtPr>
          <w:alias w:val="Company"/>
          <w:tag w:val=""/>
          <w:id w:val="-1213650521"/>
          <w:placeholder>
            <w:docPart w:val="EF26393670E74C0C91D390E60029E25F"/>
          </w:placeholder>
          <w:showingPlcHdr/>
          <w:dataBinding w:prefixMappings="xmlns:ns0='http://schemas.openxmlformats.org/officeDocument/2006/extended-properties' " w:xpath="/ns0:Properties[1]/ns0:Company[1]" w:storeItemID="{6668398D-A668-4E3E-A5EB-62B293D839F1}"/>
          <w:text/>
        </w:sdtPr>
        <w:sdtEndPr/>
        <w:sdtContent>
          <w:r w:rsidR="00176E68" w:rsidRPr="00E8158D">
            <w:rPr>
              <w:rStyle w:val="PlaceholderText"/>
            </w:rPr>
            <w:t>[Company]</w:t>
          </w:r>
        </w:sdtContent>
      </w:sdt>
      <w:r w:rsidRPr="00D3202B">
        <w:t>.</w:t>
      </w:r>
    </w:p>
    <w:p w14:paraId="2A08BD31" w14:textId="77777777" w:rsidR="00B95163" w:rsidRDefault="00B95163" w:rsidP="00B95163">
      <w:pPr>
        <w:pStyle w:val="Heading1"/>
        <w:numPr>
          <w:ilvl w:val="0"/>
          <w:numId w:val="9"/>
        </w:numPr>
        <w:spacing w:before="480" w:line="240" w:lineRule="atLeast"/>
      </w:pPr>
      <w:bookmarkStart w:id="6" w:name="_Toc251228259"/>
      <w:bookmarkStart w:id="7" w:name="_Toc406571191"/>
      <w:bookmarkStart w:id="8" w:name="_Toc236040997"/>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95163" w14:paraId="2A08BD34" w14:textId="77777777" w:rsidTr="00E42AEF">
        <w:tc>
          <w:tcPr>
            <w:tcW w:w="1967" w:type="dxa"/>
          </w:tcPr>
          <w:p w14:paraId="2A08BD32" w14:textId="77777777" w:rsidR="00B95163" w:rsidRDefault="00B95163" w:rsidP="00B023A0">
            <w:pPr>
              <w:pStyle w:val="Tableheadingcentre"/>
            </w:pPr>
            <w:r>
              <w:t>Role</w:t>
            </w:r>
          </w:p>
        </w:tc>
        <w:tc>
          <w:tcPr>
            <w:tcW w:w="6684" w:type="dxa"/>
          </w:tcPr>
          <w:p w14:paraId="2A08BD33" w14:textId="77777777" w:rsidR="00B95163" w:rsidRDefault="00B95163" w:rsidP="00B023A0">
            <w:pPr>
              <w:pStyle w:val="Tableheadingleft"/>
            </w:pPr>
            <w:r>
              <w:t>Responsibility</w:t>
            </w:r>
          </w:p>
        </w:tc>
      </w:tr>
      <w:tr w:rsidR="00090E5B" w14:paraId="2A08BD37" w14:textId="77777777" w:rsidTr="00E42AEF">
        <w:tc>
          <w:tcPr>
            <w:tcW w:w="1967" w:type="dxa"/>
          </w:tcPr>
          <w:p w14:paraId="2A08BD35" w14:textId="59272ED5" w:rsidR="00090E5B" w:rsidRDefault="00090E5B" w:rsidP="00090E5B">
            <w:pPr>
              <w:pStyle w:val="Tabletextleft"/>
            </w:pPr>
            <w:r>
              <w:t>Engineering Manager</w:t>
            </w:r>
          </w:p>
        </w:tc>
        <w:tc>
          <w:tcPr>
            <w:tcW w:w="6684" w:type="dxa"/>
          </w:tcPr>
          <w:p w14:paraId="2A08BD36" w14:textId="77777777" w:rsidR="00090E5B" w:rsidRDefault="00090E5B" w:rsidP="00090E5B">
            <w:pPr>
              <w:pStyle w:val="Tabletextleft"/>
            </w:pPr>
          </w:p>
        </w:tc>
      </w:tr>
      <w:tr w:rsidR="00090E5B" w14:paraId="2A08BD3A" w14:textId="77777777" w:rsidTr="00E42AEF">
        <w:tc>
          <w:tcPr>
            <w:tcW w:w="1967" w:type="dxa"/>
          </w:tcPr>
          <w:p w14:paraId="2A08BD38" w14:textId="4F3C81AA" w:rsidR="00090E5B" w:rsidRDefault="00090E5B" w:rsidP="00090E5B">
            <w:pPr>
              <w:pStyle w:val="Tabletextleft"/>
            </w:pPr>
            <w:r>
              <w:t>Production Manager</w:t>
            </w:r>
          </w:p>
        </w:tc>
        <w:tc>
          <w:tcPr>
            <w:tcW w:w="6684" w:type="dxa"/>
          </w:tcPr>
          <w:p w14:paraId="2A08BD39" w14:textId="77777777" w:rsidR="00090E5B" w:rsidRDefault="00090E5B" w:rsidP="00090E5B">
            <w:pPr>
              <w:pStyle w:val="Tabletextleft"/>
            </w:pPr>
          </w:p>
        </w:tc>
      </w:tr>
      <w:tr w:rsidR="00090E5B" w14:paraId="2A08BD3D" w14:textId="77777777" w:rsidTr="00E42AEF">
        <w:tc>
          <w:tcPr>
            <w:tcW w:w="1967" w:type="dxa"/>
          </w:tcPr>
          <w:p w14:paraId="2A08BD3B" w14:textId="5F47255B" w:rsidR="00090E5B" w:rsidRDefault="00090E5B" w:rsidP="00090E5B">
            <w:pPr>
              <w:pStyle w:val="Tabletextleft"/>
            </w:pPr>
            <w:r>
              <w:t>Quality Manager</w:t>
            </w:r>
          </w:p>
        </w:tc>
        <w:tc>
          <w:tcPr>
            <w:tcW w:w="6684" w:type="dxa"/>
          </w:tcPr>
          <w:p w14:paraId="2A08BD3C" w14:textId="477102A7" w:rsidR="00090E5B" w:rsidRDefault="00090E5B" w:rsidP="00090E5B">
            <w:pPr>
              <w:pStyle w:val="Tabletextleft"/>
            </w:pPr>
            <w:r>
              <w:t>Ensures appropriate measuring and test equipment is selected.</w:t>
            </w:r>
          </w:p>
        </w:tc>
      </w:tr>
      <w:tr w:rsidR="00090E5B" w14:paraId="2A08BD40" w14:textId="77777777" w:rsidTr="00E42AEF">
        <w:tc>
          <w:tcPr>
            <w:tcW w:w="1967" w:type="dxa"/>
          </w:tcPr>
          <w:p w14:paraId="2A08BD3E" w14:textId="3BDD66A0" w:rsidR="00090E5B" w:rsidRDefault="00090E5B" w:rsidP="00090E5B">
            <w:pPr>
              <w:pStyle w:val="Tabletextleft"/>
            </w:pPr>
          </w:p>
        </w:tc>
        <w:tc>
          <w:tcPr>
            <w:tcW w:w="6684" w:type="dxa"/>
          </w:tcPr>
          <w:p w14:paraId="2A08BD3F" w14:textId="042C8B01" w:rsidR="00090E5B" w:rsidRDefault="00090E5B" w:rsidP="00090E5B">
            <w:pPr>
              <w:pStyle w:val="Tabletextleft"/>
            </w:pPr>
          </w:p>
        </w:tc>
      </w:tr>
    </w:tbl>
    <w:p w14:paraId="2A08BD41" w14:textId="77777777" w:rsidR="00B95163" w:rsidRPr="001A7640" w:rsidRDefault="00B95163" w:rsidP="00B95163">
      <w:pPr>
        <w:pStyle w:val="Instruction"/>
      </w:pPr>
      <w:r>
        <w:t>Amend roles and responsibilities according to your company processes and structure.</w:t>
      </w:r>
    </w:p>
    <w:p w14:paraId="2A08BD42" w14:textId="77777777" w:rsidR="00B95163" w:rsidRPr="00D3202B" w:rsidRDefault="00B95163" w:rsidP="00B95163">
      <w:pPr>
        <w:pStyle w:val="Heading1"/>
        <w:numPr>
          <w:ilvl w:val="0"/>
          <w:numId w:val="9"/>
        </w:numPr>
        <w:spacing w:before="480" w:after="200" w:line="240" w:lineRule="auto"/>
      </w:pPr>
      <w:bookmarkStart w:id="9" w:name="_Toc406571192"/>
      <w:r>
        <w:t>Procedure</w:t>
      </w:r>
      <w:bookmarkEnd w:id="8"/>
      <w:bookmarkEnd w:id="9"/>
    </w:p>
    <w:p w14:paraId="2A08BD43" w14:textId="77777777" w:rsidR="00B95163" w:rsidRPr="00D3202B" w:rsidRDefault="00B95163" w:rsidP="00B95163">
      <w:pPr>
        <w:pStyle w:val="Heading2"/>
        <w:numPr>
          <w:ilvl w:val="1"/>
          <w:numId w:val="9"/>
        </w:numPr>
        <w:tabs>
          <w:tab w:val="left" w:pos="900"/>
        </w:tabs>
        <w:spacing w:before="360" w:after="200" w:line="240" w:lineRule="auto"/>
      </w:pPr>
      <w:bookmarkStart w:id="10" w:name="_Toc222199217"/>
      <w:bookmarkStart w:id="11" w:name="_Toc226371588"/>
      <w:bookmarkStart w:id="12" w:name="_Toc236040998"/>
      <w:bookmarkStart w:id="13" w:name="_Toc406571193"/>
      <w:r w:rsidRPr="00D3202B">
        <w:t>Measurement identification and selection of equipment</w:t>
      </w:r>
      <w:bookmarkEnd w:id="10"/>
      <w:bookmarkEnd w:id="11"/>
      <w:bookmarkEnd w:id="12"/>
      <w:bookmarkEnd w:id="13"/>
    </w:p>
    <w:p w14:paraId="2A08BD44" w14:textId="77777777" w:rsidR="00B95163" w:rsidRPr="00D3202B" w:rsidRDefault="00B95163" w:rsidP="00B95163">
      <w:r w:rsidRPr="00D3202B">
        <w:t>Measurements and their tolerances are documented in product drawings and specifications, control plans and inspection and test procedures.</w:t>
      </w:r>
    </w:p>
    <w:p w14:paraId="2A08BD45" w14:textId="77777777" w:rsidR="00B95163" w:rsidRPr="00D3202B" w:rsidRDefault="00B95163" w:rsidP="00B95163">
      <w:pPr>
        <w:pStyle w:val="Instruction"/>
      </w:pPr>
      <w:r w:rsidRPr="00D3202B">
        <w:t>Describe how measurement requirements are identified and what tolerances apply.</w:t>
      </w:r>
    </w:p>
    <w:p w14:paraId="2A08BD46" w14:textId="77777777" w:rsidR="00B95163" w:rsidRPr="00D3202B" w:rsidRDefault="00B95163" w:rsidP="00B95163">
      <w:r w:rsidRPr="00D3202B">
        <w:t>Gauges, instruments and other measuring and testing equipment are selected on the basis of their capability to provide the required accuracy and precision. QA is responsible for selecting appropriate measuring and test equipment.</w:t>
      </w:r>
    </w:p>
    <w:p w14:paraId="2A08BD47" w14:textId="77777777" w:rsidR="00B95163" w:rsidRPr="00D3202B" w:rsidRDefault="00B95163" w:rsidP="00B95163">
      <w:pPr>
        <w:pStyle w:val="Instruction"/>
      </w:pPr>
      <w:r w:rsidRPr="00D3202B">
        <w:t>ISO 13485 and CFR 820 both imply that the accuracy and precision of measurement is calculated and documented, and the measuring device selected accordingly (there are no explicit requirements).</w:t>
      </w:r>
    </w:p>
    <w:p w14:paraId="2A08BD48" w14:textId="77777777" w:rsidR="00B95163" w:rsidRPr="00D3202B" w:rsidRDefault="00B95163" w:rsidP="00B95163">
      <w:pPr>
        <w:pStyle w:val="Instruction"/>
      </w:pPr>
      <w:r w:rsidRPr="00D3202B">
        <w:t>To implement such a systematic method, develop this section further to document this process.</w:t>
      </w:r>
    </w:p>
    <w:p w14:paraId="2A08BD49" w14:textId="77777777" w:rsidR="00B95163" w:rsidRPr="00D3202B" w:rsidRDefault="00B95163" w:rsidP="00B95163">
      <w:pPr>
        <w:pStyle w:val="Heading2"/>
        <w:numPr>
          <w:ilvl w:val="1"/>
          <w:numId w:val="9"/>
        </w:numPr>
        <w:tabs>
          <w:tab w:val="left" w:pos="900"/>
        </w:tabs>
        <w:spacing w:before="360" w:after="200" w:line="240" w:lineRule="auto"/>
      </w:pPr>
      <w:bookmarkStart w:id="14" w:name="_Toc222199218"/>
      <w:bookmarkStart w:id="15" w:name="_Toc226371589"/>
      <w:bookmarkStart w:id="16" w:name="_Toc236040999"/>
      <w:bookmarkStart w:id="17" w:name="_Toc406571194"/>
      <w:r w:rsidRPr="00D3202B">
        <w:lastRenderedPageBreak/>
        <w:t>Calibration</w:t>
      </w:r>
      <w:bookmarkEnd w:id="14"/>
      <w:bookmarkEnd w:id="15"/>
      <w:bookmarkEnd w:id="16"/>
      <w:bookmarkEnd w:id="17"/>
    </w:p>
    <w:p w14:paraId="2A08BD4A" w14:textId="748473A9" w:rsidR="00B95163" w:rsidRPr="00D3202B" w:rsidRDefault="00B95163" w:rsidP="00B95163">
      <w:pPr>
        <w:pStyle w:val="Instruction"/>
      </w:pPr>
      <w:r w:rsidRPr="00D3202B">
        <w:t xml:space="preserve">Simplify this section if calibration is subcontracted to an external organisation. In this case retain only </w:t>
      </w:r>
      <w:r>
        <w:t xml:space="preserve">the two </w:t>
      </w:r>
      <w:r w:rsidRPr="00D3202B">
        <w:t xml:space="preserve">clauses </w:t>
      </w:r>
      <w:r>
        <w:t xml:space="preserve">below marked with an </w:t>
      </w:r>
      <w:r w:rsidR="00090E5B">
        <w:t>asterisk [</w:t>
      </w:r>
      <w:r>
        <w:t>*]</w:t>
      </w:r>
      <w:r w:rsidRPr="00D3202B">
        <w:t>. Control of equipment and its calibration status is still required.</w:t>
      </w:r>
    </w:p>
    <w:p w14:paraId="2A08BD4B" w14:textId="77777777" w:rsidR="00B95163" w:rsidRPr="00D3202B" w:rsidRDefault="00B95163" w:rsidP="00B95163">
      <w:pPr>
        <w:pStyle w:val="Instruction"/>
      </w:pPr>
      <w:r w:rsidRPr="00D3202B">
        <w:t>If equipment is calibrated in-house, develop this section to define calibration activities in more detail.</w:t>
      </w:r>
    </w:p>
    <w:p w14:paraId="2A08BD4C" w14:textId="77777777" w:rsidR="00B95163" w:rsidRPr="00D3202B" w:rsidRDefault="00B95163" w:rsidP="00B95163">
      <w:r w:rsidRPr="00D3202B">
        <w:t xml:space="preserve">QA is responsible for maintenance, calibration and control of all inspection, measuring and test equipment, including equipment on loan. </w:t>
      </w:r>
    </w:p>
    <w:p w14:paraId="2A08BD4D" w14:textId="77777777" w:rsidR="00B95163" w:rsidRDefault="00B95163" w:rsidP="00B95163">
      <w:r>
        <w:t>*</w:t>
      </w:r>
      <w:r w:rsidRPr="00D3202B">
        <w:t>When calibration is subcontracted to an external organisation, they are selected and monitored in accordance with the pu</w:t>
      </w:r>
      <w:r>
        <w:t xml:space="preserve">rchasing controls described in </w:t>
      </w:r>
      <w:r w:rsidRPr="00BB10C8">
        <w:rPr>
          <w:rStyle w:val="SubtleEmphasis"/>
        </w:rPr>
        <w:t xml:space="preserve">Procedure </w:t>
      </w:r>
      <w:r w:rsidRPr="00D3202B">
        <w:rPr>
          <w:i/>
        </w:rPr>
        <w:t>QP705</w:t>
      </w:r>
      <w:r>
        <w:rPr>
          <w:i/>
        </w:rPr>
        <w:t>:</w:t>
      </w:r>
      <w:r w:rsidRPr="00D3202B">
        <w:rPr>
          <w:i/>
        </w:rPr>
        <w:t xml:space="preserve"> Supplier Evaluation and Monitoring</w:t>
      </w:r>
      <w:r w:rsidRPr="00D3202B">
        <w:t xml:space="preserve"> and </w:t>
      </w:r>
      <w:r w:rsidRPr="00BB10C8">
        <w:rPr>
          <w:rStyle w:val="SubtleEmphasis"/>
        </w:rPr>
        <w:t>Procedure QP706:</w:t>
      </w:r>
      <w:r w:rsidRPr="00D3202B">
        <w:rPr>
          <w:i/>
        </w:rPr>
        <w:t xml:space="preserve"> Purchasing</w:t>
      </w:r>
      <w:r w:rsidRPr="00D3202B">
        <w:t xml:space="preserve">. </w:t>
      </w:r>
    </w:p>
    <w:p w14:paraId="2A08BD4E" w14:textId="77777777" w:rsidR="00B95163" w:rsidRPr="00D3202B" w:rsidRDefault="00B95163" w:rsidP="00B95163">
      <w:pPr>
        <w:pStyle w:val="Instruction"/>
      </w:pPr>
      <w:r>
        <w:t>*See Comment under the heading “Calibration”</w:t>
      </w:r>
    </w:p>
    <w:p w14:paraId="2A08BD4F" w14:textId="77777777" w:rsidR="00B95163" w:rsidRPr="00D3202B" w:rsidRDefault="00B95163" w:rsidP="00B95163">
      <w:r w:rsidRPr="00D3202B">
        <w:t>In selecting a calibration laboratory, preference is given to those accredited to ISO 17025 (preferably) or ISO 9001. Calibration may also be performed by the original equipment manufacturer.</w:t>
      </w:r>
    </w:p>
    <w:p w14:paraId="2A08BD50" w14:textId="77777777" w:rsidR="00B95163" w:rsidRPr="00D3202B" w:rsidRDefault="00B95163" w:rsidP="00B95163">
      <w:r w:rsidRPr="00D3202B">
        <w:t>In</w:t>
      </w:r>
      <w:r>
        <w:t>-</w:t>
      </w:r>
      <w:r w:rsidRPr="00D3202B">
        <w:t>house</w:t>
      </w:r>
      <w:r>
        <w:t>,</w:t>
      </w:r>
      <w:r w:rsidRPr="00D3202B">
        <w:t xml:space="preserve"> equipment should be calibrated according to written instructions. As applicable, calibration instructions must specify the conditions of calibration, acceptable limits and other relevant tolerances.</w:t>
      </w:r>
    </w:p>
    <w:p w14:paraId="2A08BD51" w14:textId="77777777" w:rsidR="00B95163" w:rsidRPr="00D3202B" w:rsidRDefault="00B95163" w:rsidP="00B95163">
      <w:r w:rsidRPr="00D3202B">
        <w:t>Where gauges, instruments or equipment are returned for calibration, whether in-house or outsourced, their condition, accuracy and precision is recorded beforehand.</w:t>
      </w:r>
    </w:p>
    <w:p w14:paraId="2A08BD52" w14:textId="77777777" w:rsidR="00B95163" w:rsidRPr="00D3202B" w:rsidRDefault="00B95163" w:rsidP="00B95163">
      <w:pPr>
        <w:pStyle w:val="Instruction"/>
      </w:pPr>
      <w:r>
        <w:t xml:space="preserve">The </w:t>
      </w:r>
      <w:r w:rsidRPr="00D3202B">
        <w:t>Clause above assists with the requirement to check the validity of previous measurements when an out of calibration measuring device is found (refer Section 3.6, Non-Conforming Equipment).</w:t>
      </w:r>
    </w:p>
    <w:p w14:paraId="2A08BD53" w14:textId="77777777" w:rsidR="00B95163" w:rsidRPr="00D3202B" w:rsidRDefault="00B95163" w:rsidP="00B95163">
      <w:r w:rsidRPr="00D3202B">
        <w:t>Calibration of measuring and test equipment must be carried out using instruments or standards that are traceable to a nationally recognised standard. This relationship is identified in the calibration record.</w:t>
      </w:r>
    </w:p>
    <w:p w14:paraId="2A08BD54" w14:textId="77777777" w:rsidR="00B95163" w:rsidRPr="00D3202B" w:rsidRDefault="00B95163" w:rsidP="00B95163">
      <w:r>
        <w:t>*</w:t>
      </w:r>
      <w:r w:rsidRPr="00D3202B">
        <w:t>Calibration records and certificates are retained by QA.</w:t>
      </w:r>
    </w:p>
    <w:p w14:paraId="2A08BD55" w14:textId="77777777" w:rsidR="00B95163" w:rsidRPr="00D3202B" w:rsidRDefault="00B95163" w:rsidP="00B95163">
      <w:pPr>
        <w:pStyle w:val="Instruction"/>
      </w:pPr>
      <w:r>
        <w:t>*See Comment under the heading “Calibration”</w:t>
      </w:r>
    </w:p>
    <w:p w14:paraId="2A08BD56" w14:textId="77777777" w:rsidR="00B95163" w:rsidRPr="00D3202B" w:rsidRDefault="00B95163" w:rsidP="00B95163">
      <w:r w:rsidRPr="00D3202B">
        <w:t>Equipment must be labelled to indicate the due date of the next calibration. Overdue equipment or equipment without a sticker must not be used.</w:t>
      </w:r>
    </w:p>
    <w:p w14:paraId="2A08BD57" w14:textId="77777777" w:rsidR="00B95163" w:rsidRDefault="00B95163" w:rsidP="00B95163">
      <w:r w:rsidRPr="00D3202B">
        <w:t xml:space="preserve">QA maintains a Measuring and Test Equipment List which records all active measuring and test equipment, regardless of ownership. The list identifies: </w:t>
      </w:r>
    </w:p>
    <w:p w14:paraId="2A08BD58" w14:textId="77777777" w:rsidR="00B95163" w:rsidRPr="00E42AEF" w:rsidRDefault="00B95163" w:rsidP="00E42AEF">
      <w:pPr>
        <w:pStyle w:val="Bullet1"/>
      </w:pPr>
      <w:r w:rsidRPr="00E42AEF">
        <w:t>name</w:t>
      </w:r>
    </w:p>
    <w:p w14:paraId="2A08BD59" w14:textId="77777777" w:rsidR="00B95163" w:rsidRPr="00E42AEF" w:rsidRDefault="00B95163" w:rsidP="00E42AEF">
      <w:pPr>
        <w:pStyle w:val="Bullet1"/>
      </w:pPr>
      <w:r w:rsidRPr="00E42AEF">
        <w:t>size</w:t>
      </w:r>
    </w:p>
    <w:p w14:paraId="2A08BD5A" w14:textId="77777777" w:rsidR="00B95163" w:rsidRPr="00E42AEF" w:rsidRDefault="00B95163" w:rsidP="00E42AEF">
      <w:pPr>
        <w:pStyle w:val="Bullet1"/>
      </w:pPr>
      <w:r w:rsidRPr="00E42AEF">
        <w:t>location</w:t>
      </w:r>
    </w:p>
    <w:p w14:paraId="2A08BD5B" w14:textId="77777777" w:rsidR="00B95163" w:rsidRPr="00E42AEF" w:rsidRDefault="00B95163" w:rsidP="00E42AEF">
      <w:pPr>
        <w:pStyle w:val="Bullet1"/>
      </w:pPr>
      <w:r w:rsidRPr="00E42AEF">
        <w:t>date last calibrated</w:t>
      </w:r>
    </w:p>
    <w:p w14:paraId="2A08BD5C" w14:textId="77777777" w:rsidR="00B95163" w:rsidRPr="00E42AEF" w:rsidRDefault="00B95163" w:rsidP="00E42AEF">
      <w:pPr>
        <w:pStyle w:val="Bullet1"/>
      </w:pPr>
      <w:r w:rsidRPr="00E42AEF">
        <w:t>type</w:t>
      </w:r>
    </w:p>
    <w:p w14:paraId="2A08BD5D" w14:textId="77777777" w:rsidR="00B95163" w:rsidRPr="00E42AEF" w:rsidRDefault="00B95163" w:rsidP="00E42AEF">
      <w:pPr>
        <w:pStyle w:val="Bullet1"/>
      </w:pPr>
      <w:r w:rsidRPr="00E42AEF">
        <w:t>serial number</w:t>
      </w:r>
    </w:p>
    <w:p w14:paraId="2A08BD5E" w14:textId="77777777" w:rsidR="00B95163" w:rsidRPr="00E42AEF" w:rsidRDefault="00B95163" w:rsidP="00E42AEF">
      <w:pPr>
        <w:pStyle w:val="Bullet1"/>
      </w:pPr>
      <w:r w:rsidRPr="00E42AEF">
        <w:t>calibration frequency</w:t>
      </w:r>
    </w:p>
    <w:p w14:paraId="2A08BD5F" w14:textId="585E40DA" w:rsidR="00B95163" w:rsidRPr="00BD45FC" w:rsidRDefault="00B95163" w:rsidP="00E42AEF">
      <w:pPr>
        <w:pStyle w:val="Bullet1"/>
      </w:pPr>
      <w:r w:rsidRPr="00E42AEF">
        <w:t>calibration due date</w:t>
      </w:r>
    </w:p>
    <w:p w14:paraId="2A08BD60" w14:textId="77777777" w:rsidR="00B95163" w:rsidRPr="00D3202B" w:rsidRDefault="00B95163" w:rsidP="00B95163">
      <w:pPr>
        <w:pStyle w:val="Instruction"/>
      </w:pPr>
      <w:r w:rsidRPr="00D3202B">
        <w:t>This can be a list, an Excel spreadsheet or part of a LIMS (Laboratory Information Management System).</w:t>
      </w:r>
    </w:p>
    <w:p w14:paraId="2A08BD61" w14:textId="77777777" w:rsidR="00B95163" w:rsidRPr="00D3202B" w:rsidRDefault="00B95163" w:rsidP="00B95163">
      <w:pPr>
        <w:pStyle w:val="Heading2"/>
        <w:numPr>
          <w:ilvl w:val="1"/>
          <w:numId w:val="9"/>
        </w:numPr>
        <w:tabs>
          <w:tab w:val="left" w:pos="900"/>
        </w:tabs>
        <w:spacing w:before="360" w:after="200" w:line="240" w:lineRule="auto"/>
      </w:pPr>
      <w:bookmarkStart w:id="18" w:name="_Toc222199219"/>
      <w:bookmarkStart w:id="19" w:name="_Toc226371590"/>
      <w:bookmarkStart w:id="20" w:name="_Toc236041000"/>
      <w:bookmarkStart w:id="21" w:name="_Toc406571195"/>
      <w:r w:rsidRPr="00D3202B">
        <w:lastRenderedPageBreak/>
        <w:t>Product-specific comparative reference hardware</w:t>
      </w:r>
      <w:bookmarkEnd w:id="18"/>
      <w:bookmarkEnd w:id="19"/>
      <w:bookmarkEnd w:id="20"/>
      <w:bookmarkEnd w:id="21"/>
    </w:p>
    <w:p w14:paraId="2A08BD62" w14:textId="77777777" w:rsidR="00B95163" w:rsidRPr="00D3202B" w:rsidRDefault="00B95163" w:rsidP="00B95163">
      <w:r w:rsidRPr="00D3202B">
        <w:t>When a new engineering level of a piece of hardware is released, QA verifies whether the changes affect the hardware or not. Either the revision is upgraded or the hardware is withdrawn from use.</w:t>
      </w:r>
    </w:p>
    <w:p w14:paraId="2A08BD63" w14:textId="77777777" w:rsidR="00B95163" w:rsidRPr="00D3202B" w:rsidRDefault="00B95163" w:rsidP="00B95163">
      <w:r w:rsidRPr="00D3202B">
        <w:t>Jigs, fixtures, templates, patterns and other hardware used in production or for inspection must be uniquely identified with the part number and revision level to which it pertains.</w:t>
      </w:r>
    </w:p>
    <w:p w14:paraId="2A08BD64" w14:textId="77777777" w:rsidR="00B95163" w:rsidRPr="00D3202B" w:rsidRDefault="00B95163" w:rsidP="00B95163">
      <w:r w:rsidRPr="00D3202B">
        <w:t>The comparative reference hardware is entered in the Measuring and Test Equipment List and periodically checked for accuracy. Records of all accuracy checks are maintained.</w:t>
      </w:r>
    </w:p>
    <w:p w14:paraId="2A08BD65" w14:textId="77777777" w:rsidR="00B95163" w:rsidRPr="00D3202B" w:rsidRDefault="00B95163" w:rsidP="00B95163">
      <w:pPr>
        <w:pStyle w:val="Heading2"/>
        <w:numPr>
          <w:ilvl w:val="1"/>
          <w:numId w:val="9"/>
        </w:numPr>
        <w:tabs>
          <w:tab w:val="left" w:pos="900"/>
        </w:tabs>
        <w:spacing w:before="360" w:after="200" w:line="240" w:lineRule="auto"/>
      </w:pPr>
      <w:bookmarkStart w:id="22" w:name="_Toc222199220"/>
      <w:bookmarkStart w:id="23" w:name="_Toc226371591"/>
      <w:bookmarkStart w:id="24" w:name="_Toc236041001"/>
      <w:bookmarkStart w:id="25" w:name="_Toc406571196"/>
      <w:r w:rsidRPr="00D3202B">
        <w:t>Test software</w:t>
      </w:r>
      <w:bookmarkEnd w:id="22"/>
      <w:bookmarkEnd w:id="23"/>
      <w:bookmarkEnd w:id="24"/>
      <w:bookmarkEnd w:id="25"/>
    </w:p>
    <w:p w14:paraId="2A08BD66" w14:textId="77777777" w:rsidR="00B95163" w:rsidRPr="00D3202B" w:rsidRDefault="00B95163" w:rsidP="00B95163">
      <w:r w:rsidRPr="00D3202B">
        <w:t>Software used for product verification must be validated and certified. Standard, commercial, off-the-shelf software should be used wherever suitable software exists.</w:t>
      </w:r>
    </w:p>
    <w:p w14:paraId="2A08BD67" w14:textId="77777777" w:rsidR="00B95163" w:rsidRPr="00D3202B" w:rsidRDefault="00B95163" w:rsidP="00B95163">
      <w:r w:rsidRPr="00D3202B">
        <w:t xml:space="preserve">Software developed in-house must be validated and approved prior to release in accordance with </w:t>
      </w:r>
      <w:r w:rsidRPr="00BB10C8">
        <w:rPr>
          <w:rStyle w:val="SubtleEmphasis"/>
        </w:rPr>
        <w:t xml:space="preserve">Procedure </w:t>
      </w:r>
      <w:r w:rsidRPr="00B02EA1">
        <w:rPr>
          <w:i/>
        </w:rPr>
        <w:t>QP710</w:t>
      </w:r>
      <w:r>
        <w:rPr>
          <w:i/>
        </w:rPr>
        <w:t>:</w:t>
      </w:r>
      <w:r w:rsidRPr="00B02EA1">
        <w:rPr>
          <w:i/>
        </w:rPr>
        <w:t xml:space="preserve"> Validation</w:t>
      </w:r>
      <w:r>
        <w:rPr>
          <w:i/>
        </w:rPr>
        <w:t xml:space="preserve"> </w:t>
      </w:r>
      <w:r w:rsidRPr="00B02EA1">
        <w:rPr>
          <w:i/>
        </w:rPr>
        <w:t>of Processes and Software</w:t>
      </w:r>
      <w:r w:rsidRPr="00D3202B">
        <w:t>. Supporting documentation comprises approved validation protocols and records demonstrating the software’s correct functioning.</w:t>
      </w:r>
    </w:p>
    <w:p w14:paraId="2A08BD68" w14:textId="77777777" w:rsidR="00B95163" w:rsidRPr="00D3202B" w:rsidRDefault="00B95163" w:rsidP="00B95163">
      <w:r w:rsidRPr="00D3202B">
        <w:t>Software that has been used for at least a year prior to implementation of this procedure and that has consistently given satisfactory and demonstrably correct performance, may be approved by QA without validation testing. Evidence of satisfactory performance must be documented.</w:t>
      </w:r>
    </w:p>
    <w:p w14:paraId="2A08BD69" w14:textId="77777777" w:rsidR="00B95163" w:rsidRPr="00D3202B" w:rsidRDefault="00B95163" w:rsidP="00B95163">
      <w:r w:rsidRPr="00D3202B">
        <w:t xml:space="preserve">Software is revalidated when there is a change in conditions for which it was initially validated (refer </w:t>
      </w:r>
      <w:r>
        <w:t xml:space="preserve">to </w:t>
      </w:r>
      <w:r w:rsidRPr="00BB10C8">
        <w:rPr>
          <w:rStyle w:val="SubtleEmphasis"/>
        </w:rPr>
        <w:t xml:space="preserve">Procedure </w:t>
      </w:r>
      <w:r w:rsidRPr="00B02EA1">
        <w:rPr>
          <w:i/>
        </w:rPr>
        <w:t>QP710</w:t>
      </w:r>
      <w:r>
        <w:rPr>
          <w:i/>
        </w:rPr>
        <w:t>:</w:t>
      </w:r>
      <w:r w:rsidRPr="00B02EA1">
        <w:rPr>
          <w:i/>
        </w:rPr>
        <w:t xml:space="preserve"> Validation of Processes and Software</w:t>
      </w:r>
      <w:r w:rsidRPr="00D3202B">
        <w:t xml:space="preserve">). Each new revision of software must be validated, approved and identified with a new release number. </w:t>
      </w:r>
    </w:p>
    <w:p w14:paraId="2A08BD6A" w14:textId="77777777" w:rsidR="00B95163" w:rsidRPr="00D3202B" w:rsidRDefault="00B95163" w:rsidP="00B95163">
      <w:pPr>
        <w:pStyle w:val="Heading2"/>
        <w:numPr>
          <w:ilvl w:val="1"/>
          <w:numId w:val="9"/>
        </w:numPr>
        <w:tabs>
          <w:tab w:val="left" w:pos="900"/>
        </w:tabs>
        <w:spacing w:before="360" w:after="200" w:line="240" w:lineRule="auto"/>
      </w:pPr>
      <w:bookmarkStart w:id="26" w:name="_Toc222199221"/>
      <w:bookmarkStart w:id="27" w:name="_Toc226371592"/>
      <w:bookmarkStart w:id="28" w:name="_Toc236041002"/>
      <w:bookmarkStart w:id="29" w:name="_Toc406571197"/>
      <w:r w:rsidRPr="00D3202B">
        <w:t>Storage and maintenance</w:t>
      </w:r>
      <w:bookmarkEnd w:id="26"/>
      <w:bookmarkEnd w:id="27"/>
      <w:bookmarkEnd w:id="28"/>
      <w:bookmarkEnd w:id="29"/>
    </w:p>
    <w:p w14:paraId="2A08BD6B" w14:textId="77777777" w:rsidR="00B95163" w:rsidRPr="00D3202B" w:rsidRDefault="00B95163" w:rsidP="00B95163">
      <w:r w:rsidRPr="00D3202B">
        <w:t>Measuring and test equipment is stored in a designated, secure area. Equipment is maintained, stored and handled so as to preserve its accuracy and fitness for use. Equipment that is out of calibration or otherwise unfit for use is withdrawn from and segregated/quarantined.</w:t>
      </w:r>
    </w:p>
    <w:p w14:paraId="2A08BD6C" w14:textId="77777777" w:rsidR="00B95163" w:rsidRPr="00D3202B" w:rsidRDefault="00B95163" w:rsidP="00B95163">
      <w:pPr>
        <w:pStyle w:val="Heading2"/>
        <w:numPr>
          <w:ilvl w:val="1"/>
          <w:numId w:val="9"/>
        </w:numPr>
        <w:tabs>
          <w:tab w:val="left" w:pos="900"/>
        </w:tabs>
        <w:spacing w:before="360" w:after="200" w:line="240" w:lineRule="auto"/>
      </w:pPr>
      <w:bookmarkStart w:id="30" w:name="_Toc222199222"/>
      <w:bookmarkStart w:id="31" w:name="_Toc226371593"/>
      <w:bookmarkStart w:id="32" w:name="_Toc236041003"/>
      <w:bookmarkStart w:id="33" w:name="_Toc406571198"/>
      <w:r w:rsidRPr="00D3202B">
        <w:t>Non</w:t>
      </w:r>
      <w:r>
        <w:t>-</w:t>
      </w:r>
      <w:r w:rsidRPr="00D3202B">
        <w:t>conforming equipment</w:t>
      </w:r>
      <w:bookmarkEnd w:id="30"/>
      <w:bookmarkEnd w:id="31"/>
      <w:bookmarkEnd w:id="32"/>
      <w:bookmarkEnd w:id="33"/>
    </w:p>
    <w:p w14:paraId="2A08BD6D" w14:textId="77777777" w:rsidR="00B95163" w:rsidRPr="00D3202B" w:rsidRDefault="00B95163" w:rsidP="00B95163">
      <w:r w:rsidRPr="00D3202B">
        <w:t>When measuring or test equipment is thought to be out of calibration or giving inaccurate readings, the equipment is checked. If the inaccuracy is confirmed, QA investigates and assesses the validity of previous measurements obtained from the equipment.</w:t>
      </w:r>
    </w:p>
    <w:p w14:paraId="2A08BD6E" w14:textId="41A77233" w:rsidR="00B95163" w:rsidRPr="00D3202B" w:rsidRDefault="00B95163" w:rsidP="00B95163">
      <w:r w:rsidRPr="00D3202B">
        <w:t xml:space="preserve">Identification of such equipment and the impact of its use on acceptance of products is reported in </w:t>
      </w:r>
      <w:r w:rsidRPr="00B02EA1">
        <w:rPr>
          <w:i/>
        </w:rPr>
        <w:t>F</w:t>
      </w:r>
      <w:r>
        <w:rPr>
          <w:i/>
        </w:rPr>
        <w:t>orm F</w:t>
      </w:r>
      <w:r w:rsidRPr="00B02EA1">
        <w:rPr>
          <w:i/>
        </w:rPr>
        <w:t>M805-1</w:t>
      </w:r>
      <w:r>
        <w:rPr>
          <w:i/>
        </w:rPr>
        <w:t>:</w:t>
      </w:r>
      <w:r w:rsidRPr="00B02EA1">
        <w:rPr>
          <w:i/>
        </w:rPr>
        <w:t xml:space="preserve"> </w:t>
      </w:r>
      <w:r w:rsidR="00072C45">
        <w:rPr>
          <w:i/>
        </w:rPr>
        <w:t xml:space="preserve">Product </w:t>
      </w:r>
      <w:r w:rsidRPr="00B02EA1">
        <w:rPr>
          <w:i/>
        </w:rPr>
        <w:t>Non-</w:t>
      </w:r>
      <w:r w:rsidR="00072C45" w:rsidRPr="00B02EA1">
        <w:rPr>
          <w:i/>
        </w:rPr>
        <w:t>Conform</w:t>
      </w:r>
      <w:r w:rsidR="00072C45">
        <w:rPr>
          <w:i/>
        </w:rPr>
        <w:t>ity</w:t>
      </w:r>
      <w:r w:rsidR="00072C45" w:rsidRPr="00B02EA1">
        <w:rPr>
          <w:i/>
        </w:rPr>
        <w:t xml:space="preserve"> </w:t>
      </w:r>
      <w:r w:rsidRPr="00B02EA1">
        <w:rPr>
          <w:i/>
        </w:rPr>
        <w:t>Report</w:t>
      </w:r>
      <w:r w:rsidRPr="00D3202B">
        <w:t xml:space="preserve"> and in accordance with </w:t>
      </w:r>
      <w:r w:rsidRPr="00BB10C8">
        <w:rPr>
          <w:rStyle w:val="SubtleEmphasis"/>
        </w:rPr>
        <w:t xml:space="preserve">Procedure </w:t>
      </w:r>
      <w:r w:rsidRPr="00B02EA1">
        <w:rPr>
          <w:i/>
        </w:rPr>
        <w:t>QP805</w:t>
      </w:r>
      <w:r>
        <w:rPr>
          <w:i/>
        </w:rPr>
        <w:t>:</w:t>
      </w:r>
      <w:r w:rsidRPr="00B02EA1">
        <w:rPr>
          <w:i/>
        </w:rPr>
        <w:t xml:space="preserve"> Control of </w:t>
      </w:r>
      <w:r>
        <w:rPr>
          <w:i/>
        </w:rPr>
        <w:t>Non-conforming</w:t>
      </w:r>
      <w:r w:rsidRPr="00B02EA1">
        <w:rPr>
          <w:i/>
        </w:rPr>
        <w:t xml:space="preserve"> Product</w:t>
      </w:r>
      <w:r w:rsidRPr="00D3202B">
        <w:t>.</w:t>
      </w:r>
    </w:p>
    <w:p w14:paraId="2A08BD6F" w14:textId="77777777" w:rsidR="00B95163" w:rsidRPr="00D3202B" w:rsidRDefault="00B95163" w:rsidP="00B95163">
      <w:r w:rsidRPr="00D3202B">
        <w:t>If suspect material has been shipped, the customer must be notified and the impact assessed.</w:t>
      </w:r>
    </w:p>
    <w:p w14:paraId="2A08BD70" w14:textId="77777777" w:rsidR="00B95163" w:rsidRPr="00D3202B" w:rsidRDefault="00B95163" w:rsidP="00B95163">
      <w:pPr>
        <w:pStyle w:val="Heading2"/>
        <w:numPr>
          <w:ilvl w:val="1"/>
          <w:numId w:val="9"/>
        </w:numPr>
        <w:tabs>
          <w:tab w:val="left" w:pos="900"/>
        </w:tabs>
        <w:spacing w:before="360" w:after="200" w:line="240" w:lineRule="auto"/>
      </w:pPr>
      <w:bookmarkStart w:id="34" w:name="_Toc222199223"/>
      <w:bookmarkStart w:id="35" w:name="_Toc226371594"/>
      <w:bookmarkStart w:id="36" w:name="_Toc236041004"/>
      <w:bookmarkStart w:id="37" w:name="_Toc406571199"/>
      <w:r w:rsidRPr="00D3202B">
        <w:lastRenderedPageBreak/>
        <w:t>Equipment exempted from calibration</w:t>
      </w:r>
      <w:bookmarkEnd w:id="34"/>
      <w:bookmarkEnd w:id="35"/>
      <w:bookmarkEnd w:id="36"/>
      <w:bookmarkEnd w:id="37"/>
    </w:p>
    <w:p w14:paraId="2A08BD71" w14:textId="77777777" w:rsidR="00B95163" w:rsidRPr="00D3202B" w:rsidRDefault="00B95163" w:rsidP="00B95163">
      <w:r w:rsidRPr="00D3202B">
        <w:t>Inspection and test equipment may be exempted from calibration when used in processes where accuracy is not important or where the measurement is not related to product verification or process control.</w:t>
      </w:r>
    </w:p>
    <w:p w14:paraId="2A08BD72" w14:textId="77777777" w:rsidR="00B95163" w:rsidRPr="00D3202B" w:rsidRDefault="00B95163" w:rsidP="00B95163">
      <w:r w:rsidRPr="00D3202B">
        <w:t>Non-calibrated equipment is labelled as such to identify that it is not calibrated. Production and inspection personnel must be made aware of the limitations of using non-calibrated equipment.</w:t>
      </w:r>
    </w:p>
    <w:p w14:paraId="2A08BD73" w14:textId="77777777" w:rsidR="00B95163" w:rsidRDefault="00B95163" w:rsidP="00B95163">
      <w:r>
        <w:t xml:space="preserve"> </w:t>
      </w:r>
    </w:p>
    <w:p w14:paraId="0F4BDAC1" w14:textId="77777777" w:rsidR="00072C45" w:rsidRDefault="00B95163" w:rsidP="00072C45">
      <w:pPr>
        <w:pStyle w:val="Subtitle"/>
      </w:pPr>
      <w:r w:rsidRPr="00A24BA8">
        <w:br w:type="page"/>
      </w:r>
      <w:bookmarkStart w:id="38" w:name="_Toc235848842"/>
      <w:r w:rsidR="00072C45">
        <w:lastRenderedPageBreak/>
        <w:t>Appendices</w:t>
      </w:r>
    </w:p>
    <w:p w14:paraId="6C13CD04" w14:textId="77777777" w:rsidR="00072C45" w:rsidRDefault="00072C45" w:rsidP="00072C45">
      <w:pPr>
        <w:pStyle w:val="Instruction"/>
        <w:ind w:left="0"/>
      </w:pPr>
      <w:r>
        <w:t xml:space="preserve">Amend as required or delete. </w:t>
      </w:r>
    </w:p>
    <w:p w14:paraId="4EAD076A" w14:textId="77777777" w:rsidR="00072C45" w:rsidRDefault="00072C45" w:rsidP="00072C45">
      <w:pPr>
        <w:spacing w:before="0" w:after="0"/>
        <w:ind w:left="0"/>
        <w:rPr>
          <w:color w:val="FF0000"/>
          <w:szCs w:val="18"/>
        </w:rPr>
      </w:pPr>
      <w:r>
        <w:br w:type="page"/>
      </w:r>
    </w:p>
    <w:p w14:paraId="56ECB127" w14:textId="77777777" w:rsidR="00072C45" w:rsidRDefault="00072C45" w:rsidP="00072C45">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155017B" w14:textId="77777777" w:rsidR="00072C45" w:rsidRDefault="00072C45" w:rsidP="00072C4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72C45" w14:paraId="078C1D56" w14:textId="77777777" w:rsidTr="0021224F">
        <w:trPr>
          <w:tblHeader/>
        </w:trPr>
        <w:tc>
          <w:tcPr>
            <w:tcW w:w="2689" w:type="dxa"/>
          </w:tcPr>
          <w:p w14:paraId="45269D21" w14:textId="77777777" w:rsidR="00072C45" w:rsidRDefault="00072C45" w:rsidP="0021224F">
            <w:pPr>
              <w:pStyle w:val="TableHeading"/>
            </w:pPr>
            <w:r>
              <w:t>Term</w:t>
            </w:r>
          </w:p>
        </w:tc>
        <w:tc>
          <w:tcPr>
            <w:tcW w:w="6769" w:type="dxa"/>
          </w:tcPr>
          <w:p w14:paraId="7566E5D5" w14:textId="77777777" w:rsidR="00072C45" w:rsidRDefault="00072C45" w:rsidP="0021224F">
            <w:pPr>
              <w:pStyle w:val="TableHeading"/>
            </w:pPr>
            <w:r>
              <w:t>Definition</w:t>
            </w:r>
          </w:p>
        </w:tc>
      </w:tr>
      <w:tr w:rsidR="00072C45" w14:paraId="0C4EBE6F" w14:textId="77777777" w:rsidTr="0021224F">
        <w:tc>
          <w:tcPr>
            <w:tcW w:w="2689" w:type="dxa"/>
          </w:tcPr>
          <w:p w14:paraId="254E1096" w14:textId="77777777" w:rsidR="00072C45" w:rsidRDefault="00072C45" w:rsidP="0021224F">
            <w:pPr>
              <w:pStyle w:val="TableContent"/>
            </w:pPr>
          </w:p>
        </w:tc>
        <w:tc>
          <w:tcPr>
            <w:tcW w:w="6769" w:type="dxa"/>
          </w:tcPr>
          <w:p w14:paraId="3EDF01A4" w14:textId="77777777" w:rsidR="00072C45" w:rsidRPr="008C055C" w:rsidRDefault="00072C45" w:rsidP="0021224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72C45" w14:paraId="6C59A73F" w14:textId="77777777" w:rsidTr="0021224F">
        <w:tc>
          <w:tcPr>
            <w:tcW w:w="2689" w:type="dxa"/>
          </w:tcPr>
          <w:p w14:paraId="43EC513C" w14:textId="77777777" w:rsidR="00072C45" w:rsidRDefault="00072C45" w:rsidP="0021224F">
            <w:pPr>
              <w:pStyle w:val="TableContent"/>
            </w:pPr>
          </w:p>
        </w:tc>
        <w:tc>
          <w:tcPr>
            <w:tcW w:w="6769" w:type="dxa"/>
          </w:tcPr>
          <w:p w14:paraId="5BF54B61" w14:textId="77777777" w:rsidR="00072C45" w:rsidRDefault="00072C45" w:rsidP="0021224F">
            <w:pPr>
              <w:pStyle w:val="TableContent"/>
            </w:pPr>
          </w:p>
        </w:tc>
      </w:tr>
      <w:tr w:rsidR="00072C45" w14:paraId="649D83DA" w14:textId="77777777" w:rsidTr="0021224F">
        <w:tc>
          <w:tcPr>
            <w:tcW w:w="2689" w:type="dxa"/>
          </w:tcPr>
          <w:p w14:paraId="46720204" w14:textId="77777777" w:rsidR="00072C45" w:rsidRDefault="00072C45" w:rsidP="0021224F">
            <w:pPr>
              <w:pStyle w:val="TableContent"/>
            </w:pPr>
          </w:p>
        </w:tc>
        <w:tc>
          <w:tcPr>
            <w:tcW w:w="6769" w:type="dxa"/>
          </w:tcPr>
          <w:p w14:paraId="1EC41D1C" w14:textId="77777777" w:rsidR="00072C45" w:rsidRDefault="00072C45" w:rsidP="0021224F">
            <w:pPr>
              <w:pStyle w:val="TableContent"/>
            </w:pPr>
          </w:p>
        </w:tc>
      </w:tr>
      <w:tr w:rsidR="00072C45" w14:paraId="6BE0BE39" w14:textId="77777777" w:rsidTr="0021224F">
        <w:tc>
          <w:tcPr>
            <w:tcW w:w="2689" w:type="dxa"/>
          </w:tcPr>
          <w:p w14:paraId="09D82362" w14:textId="77777777" w:rsidR="00072C45" w:rsidRDefault="00072C45" w:rsidP="0021224F">
            <w:pPr>
              <w:pStyle w:val="TableContent"/>
            </w:pPr>
          </w:p>
        </w:tc>
        <w:tc>
          <w:tcPr>
            <w:tcW w:w="6769" w:type="dxa"/>
          </w:tcPr>
          <w:p w14:paraId="43D20A44" w14:textId="77777777" w:rsidR="00072C45" w:rsidRDefault="00072C45" w:rsidP="0021224F">
            <w:pPr>
              <w:pStyle w:val="TableContent"/>
            </w:pPr>
          </w:p>
        </w:tc>
      </w:tr>
      <w:tr w:rsidR="00072C45" w14:paraId="3D4DE1E9" w14:textId="77777777" w:rsidTr="0021224F">
        <w:tc>
          <w:tcPr>
            <w:tcW w:w="2689" w:type="dxa"/>
          </w:tcPr>
          <w:p w14:paraId="27EE83A6" w14:textId="77777777" w:rsidR="00072C45" w:rsidRDefault="00072C45" w:rsidP="0021224F">
            <w:pPr>
              <w:pStyle w:val="TableContent"/>
            </w:pPr>
          </w:p>
        </w:tc>
        <w:tc>
          <w:tcPr>
            <w:tcW w:w="6769" w:type="dxa"/>
          </w:tcPr>
          <w:p w14:paraId="043D435C" w14:textId="77777777" w:rsidR="00072C45" w:rsidRDefault="00072C45" w:rsidP="0021224F">
            <w:pPr>
              <w:pStyle w:val="TableContent"/>
            </w:pPr>
          </w:p>
        </w:tc>
      </w:tr>
    </w:tbl>
    <w:p w14:paraId="55640E7C" w14:textId="6FE0780A" w:rsidR="00E42AEF" w:rsidRDefault="00072C45" w:rsidP="00E42AEF">
      <w:pPr>
        <w:pStyle w:val="Subtitle"/>
        <w:rPr>
          <w:sz w:val="20"/>
        </w:rPr>
      </w:pPr>
      <w:r w:rsidRPr="00A24BA8">
        <w:br w:type="page"/>
      </w:r>
      <w:r w:rsidR="00E42AEF">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E42AEF" w14:paraId="7B2651E5" w14:textId="77777777" w:rsidTr="00E42AEF">
        <w:trPr>
          <w:cantSplit/>
          <w:tblHeader/>
        </w:trPr>
        <w:tc>
          <w:tcPr>
            <w:tcW w:w="9639" w:type="dxa"/>
            <w:gridSpan w:val="4"/>
            <w:tcBorders>
              <w:top w:val="single" w:sz="12" w:space="0" w:color="auto"/>
              <w:left w:val="nil"/>
              <w:bottom w:val="single" w:sz="6" w:space="0" w:color="auto"/>
              <w:right w:val="nil"/>
            </w:tcBorders>
            <w:hideMark/>
          </w:tcPr>
          <w:p w14:paraId="7A8C8063" w14:textId="77777777" w:rsidR="00E42AEF" w:rsidRDefault="00E42AEF">
            <w:pPr>
              <w:pStyle w:val="Tableheadingleft"/>
              <w:rPr>
                <w:sz w:val="20"/>
              </w:rPr>
            </w:pPr>
            <w:r>
              <w:rPr>
                <w:b w:val="0"/>
                <w:sz w:val="20"/>
              </w:rPr>
              <w:br w:type="page"/>
            </w:r>
            <w:r>
              <w:rPr>
                <w:b w:val="0"/>
                <w:sz w:val="20"/>
              </w:rPr>
              <w:br w:type="page"/>
            </w:r>
            <w:r>
              <w:rPr>
                <w:b w:val="0"/>
                <w:sz w:val="20"/>
              </w:rPr>
              <w:br w:type="page"/>
            </w:r>
            <w:r>
              <w:t>Revision History</w:t>
            </w:r>
          </w:p>
        </w:tc>
      </w:tr>
      <w:tr w:rsidR="00E42AEF" w14:paraId="75246815" w14:textId="77777777" w:rsidTr="00E42AE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820A8D1" w14:textId="77777777" w:rsidR="00E42AEF" w:rsidRDefault="00E42AE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7F91FAF" w14:textId="77777777" w:rsidR="00E42AEF" w:rsidRDefault="00E42AE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B415A88" w14:textId="77777777" w:rsidR="00E42AEF" w:rsidRDefault="00E42AE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53B0B10" w14:textId="77777777" w:rsidR="00E42AEF" w:rsidRDefault="00E42AEF">
            <w:pPr>
              <w:pStyle w:val="Tableheadingleft"/>
            </w:pPr>
            <w:r>
              <w:t>Description of Change</w:t>
            </w:r>
          </w:p>
        </w:tc>
      </w:tr>
      <w:tr w:rsidR="00E42AEF" w14:paraId="52A17113" w14:textId="77777777" w:rsidTr="00E42AEF">
        <w:tc>
          <w:tcPr>
            <w:tcW w:w="1206" w:type="dxa"/>
            <w:tcBorders>
              <w:top w:val="single" w:sz="6" w:space="0" w:color="auto"/>
              <w:left w:val="single" w:sz="6" w:space="0" w:color="auto"/>
              <w:bottom w:val="single" w:sz="6" w:space="0" w:color="auto"/>
              <w:right w:val="single" w:sz="6" w:space="0" w:color="auto"/>
            </w:tcBorders>
            <w:hideMark/>
          </w:tcPr>
          <w:p w14:paraId="10B9F6D3" w14:textId="77777777" w:rsidR="00E42AEF" w:rsidRDefault="00E42AE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93EC69B"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560CD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8384AFB" w14:textId="77777777" w:rsidR="00E42AEF" w:rsidRDefault="00E42AEF">
            <w:pPr>
              <w:pStyle w:val="Tabletextleft"/>
            </w:pPr>
          </w:p>
        </w:tc>
      </w:tr>
      <w:tr w:rsidR="00E42AEF" w14:paraId="2A69AC87" w14:textId="77777777" w:rsidTr="00E42AEF">
        <w:tc>
          <w:tcPr>
            <w:tcW w:w="1206" w:type="dxa"/>
            <w:tcBorders>
              <w:top w:val="single" w:sz="6" w:space="0" w:color="auto"/>
              <w:left w:val="single" w:sz="6" w:space="0" w:color="auto"/>
              <w:bottom w:val="single" w:sz="6" w:space="0" w:color="auto"/>
              <w:right w:val="single" w:sz="6" w:space="0" w:color="auto"/>
            </w:tcBorders>
          </w:tcPr>
          <w:p w14:paraId="167BC357"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501A77D"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8339C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4D740C" w14:textId="77777777" w:rsidR="00E42AEF" w:rsidRDefault="00E42AEF">
            <w:pPr>
              <w:pStyle w:val="Tabletextleft"/>
            </w:pPr>
          </w:p>
        </w:tc>
      </w:tr>
      <w:tr w:rsidR="00E42AEF" w14:paraId="35443246" w14:textId="77777777" w:rsidTr="00E42AEF">
        <w:tc>
          <w:tcPr>
            <w:tcW w:w="1206" w:type="dxa"/>
            <w:tcBorders>
              <w:top w:val="single" w:sz="6" w:space="0" w:color="auto"/>
              <w:left w:val="single" w:sz="6" w:space="0" w:color="auto"/>
              <w:bottom w:val="single" w:sz="6" w:space="0" w:color="auto"/>
              <w:right w:val="single" w:sz="6" w:space="0" w:color="auto"/>
            </w:tcBorders>
          </w:tcPr>
          <w:p w14:paraId="330C8B6A"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34D2938"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32F64D"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81FC137" w14:textId="77777777" w:rsidR="00E42AEF" w:rsidRDefault="00E42AEF">
            <w:pPr>
              <w:pStyle w:val="Tabletextleft"/>
            </w:pPr>
          </w:p>
        </w:tc>
      </w:tr>
    </w:tbl>
    <w:p w14:paraId="1449725C" w14:textId="40F48F34" w:rsidR="00E42AEF" w:rsidRDefault="00E42AEF" w:rsidP="00E42AE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0B4FF79"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60275198" w14:textId="77777777" w:rsidTr="00E42AEF">
        <w:trPr>
          <w:cantSplit/>
          <w:tblHeader/>
        </w:trPr>
        <w:tc>
          <w:tcPr>
            <w:tcW w:w="9639" w:type="dxa"/>
            <w:gridSpan w:val="2"/>
            <w:tcBorders>
              <w:top w:val="single" w:sz="12" w:space="0" w:color="auto"/>
              <w:left w:val="nil"/>
              <w:bottom w:val="nil"/>
              <w:right w:val="nil"/>
            </w:tcBorders>
            <w:hideMark/>
          </w:tcPr>
          <w:p w14:paraId="1AB9ACCF" w14:textId="77777777" w:rsidR="00E42AEF" w:rsidRDefault="00E42AEF">
            <w:pPr>
              <w:pStyle w:val="Tableheadingleft"/>
            </w:pPr>
            <w:r>
              <w:t>Associated forms and procedures</w:t>
            </w:r>
          </w:p>
        </w:tc>
      </w:tr>
      <w:tr w:rsidR="00E42AEF" w14:paraId="57C0593F"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F723099"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ABF4B81" w14:textId="77777777" w:rsidR="00E42AEF" w:rsidRDefault="00E42AEF">
            <w:pPr>
              <w:pStyle w:val="Tableheadingleft"/>
            </w:pPr>
            <w:r>
              <w:t>Document Title</w:t>
            </w:r>
          </w:p>
        </w:tc>
      </w:tr>
      <w:tr w:rsidR="00E42AEF" w14:paraId="399E78C3"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92CA75F" w14:textId="26B293A6" w:rsidR="00E42AEF" w:rsidRDefault="00072C45">
            <w:pPr>
              <w:pStyle w:val="Tabletextcentre"/>
            </w:pPr>
            <w:r w:rsidRPr="00090E5B">
              <w:t>QP705</w:t>
            </w:r>
          </w:p>
        </w:tc>
        <w:tc>
          <w:tcPr>
            <w:tcW w:w="7893" w:type="dxa"/>
            <w:tcBorders>
              <w:top w:val="single" w:sz="4" w:space="0" w:color="auto"/>
              <w:left w:val="single" w:sz="6" w:space="0" w:color="auto"/>
              <w:bottom w:val="single" w:sz="4" w:space="0" w:color="auto"/>
              <w:right w:val="single" w:sz="6" w:space="0" w:color="auto"/>
            </w:tcBorders>
          </w:tcPr>
          <w:p w14:paraId="111DA70E" w14:textId="7151FED0" w:rsidR="00E42AEF" w:rsidRDefault="00072C45">
            <w:pPr>
              <w:pStyle w:val="Tabletextleft"/>
            </w:pPr>
            <w:r w:rsidRPr="00090E5B">
              <w:t>Supplier Evaluation and Monitoring</w:t>
            </w:r>
          </w:p>
        </w:tc>
      </w:tr>
      <w:tr w:rsidR="00072C45" w14:paraId="0B46FEE5"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7FF4A69" w14:textId="1E03327E" w:rsidR="00072C45" w:rsidRPr="00090E5B" w:rsidRDefault="00072C45">
            <w:pPr>
              <w:pStyle w:val="Tabletextcentre"/>
            </w:pPr>
            <w:r w:rsidRPr="00090E5B">
              <w:t>QP706</w:t>
            </w:r>
          </w:p>
        </w:tc>
        <w:tc>
          <w:tcPr>
            <w:tcW w:w="7893" w:type="dxa"/>
            <w:tcBorders>
              <w:top w:val="single" w:sz="4" w:space="0" w:color="auto"/>
              <w:left w:val="single" w:sz="6" w:space="0" w:color="auto"/>
              <w:bottom w:val="single" w:sz="4" w:space="0" w:color="auto"/>
              <w:right w:val="single" w:sz="6" w:space="0" w:color="auto"/>
            </w:tcBorders>
          </w:tcPr>
          <w:p w14:paraId="47D68206" w14:textId="5F66EAB2" w:rsidR="00072C45" w:rsidRPr="00090E5B" w:rsidRDefault="00072C45">
            <w:pPr>
              <w:pStyle w:val="Tabletextleft"/>
            </w:pPr>
            <w:r w:rsidRPr="00090E5B">
              <w:t>Purchasing</w:t>
            </w:r>
          </w:p>
        </w:tc>
      </w:tr>
      <w:tr w:rsidR="00072C45" w14:paraId="42156372"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5F301B8" w14:textId="5823E770" w:rsidR="00072C45" w:rsidRPr="00090E5B" w:rsidRDefault="00072C45">
            <w:pPr>
              <w:pStyle w:val="Tabletextcentre"/>
            </w:pPr>
            <w:r w:rsidRPr="00090E5B">
              <w:t>QP710</w:t>
            </w:r>
          </w:p>
        </w:tc>
        <w:tc>
          <w:tcPr>
            <w:tcW w:w="7893" w:type="dxa"/>
            <w:tcBorders>
              <w:top w:val="single" w:sz="4" w:space="0" w:color="auto"/>
              <w:left w:val="single" w:sz="6" w:space="0" w:color="auto"/>
              <w:bottom w:val="single" w:sz="4" w:space="0" w:color="auto"/>
              <w:right w:val="single" w:sz="6" w:space="0" w:color="auto"/>
            </w:tcBorders>
          </w:tcPr>
          <w:p w14:paraId="0695F645" w14:textId="0D570C7E" w:rsidR="00072C45" w:rsidRPr="00090E5B" w:rsidRDefault="00072C45">
            <w:pPr>
              <w:pStyle w:val="Tabletextleft"/>
            </w:pPr>
            <w:r w:rsidRPr="00090E5B">
              <w:t>Validation of Processes and Software</w:t>
            </w:r>
          </w:p>
        </w:tc>
      </w:tr>
      <w:tr w:rsidR="00072C45" w14:paraId="794AB709"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440C0C" w14:textId="423F0523" w:rsidR="00072C45" w:rsidRPr="00090E5B" w:rsidRDefault="00072C45">
            <w:pPr>
              <w:pStyle w:val="Tabletextcentre"/>
            </w:pPr>
            <w:r w:rsidRPr="00090E5B">
              <w:t>QP805</w:t>
            </w:r>
          </w:p>
        </w:tc>
        <w:tc>
          <w:tcPr>
            <w:tcW w:w="7893" w:type="dxa"/>
            <w:tcBorders>
              <w:top w:val="single" w:sz="4" w:space="0" w:color="auto"/>
              <w:left w:val="single" w:sz="6" w:space="0" w:color="auto"/>
              <w:bottom w:val="single" w:sz="4" w:space="0" w:color="auto"/>
              <w:right w:val="single" w:sz="6" w:space="0" w:color="auto"/>
            </w:tcBorders>
          </w:tcPr>
          <w:p w14:paraId="678F2351" w14:textId="3029962C" w:rsidR="00072C45" w:rsidRPr="00090E5B" w:rsidRDefault="00072C45">
            <w:pPr>
              <w:pStyle w:val="Tabletextleft"/>
            </w:pPr>
            <w:r w:rsidRPr="00090E5B">
              <w:t>Control of Non-conforming Product</w:t>
            </w:r>
          </w:p>
        </w:tc>
      </w:tr>
      <w:tr w:rsidR="00072C45" w14:paraId="716461B0"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BC37CB" w14:textId="221C0D31" w:rsidR="00072C45" w:rsidRPr="00090E5B" w:rsidRDefault="00072C45">
            <w:pPr>
              <w:pStyle w:val="Tabletextcentre"/>
            </w:pPr>
            <w:r w:rsidRPr="00090E5B">
              <w:t>FM805-1</w:t>
            </w:r>
          </w:p>
        </w:tc>
        <w:tc>
          <w:tcPr>
            <w:tcW w:w="7893" w:type="dxa"/>
            <w:tcBorders>
              <w:top w:val="single" w:sz="4" w:space="0" w:color="auto"/>
              <w:left w:val="single" w:sz="6" w:space="0" w:color="auto"/>
              <w:bottom w:val="single" w:sz="4" w:space="0" w:color="auto"/>
              <w:right w:val="single" w:sz="6" w:space="0" w:color="auto"/>
            </w:tcBorders>
          </w:tcPr>
          <w:p w14:paraId="1CB546A8" w14:textId="2B7BFEB7" w:rsidR="00072C45" w:rsidRPr="00090E5B" w:rsidRDefault="00072C45">
            <w:pPr>
              <w:pStyle w:val="Tabletextleft"/>
            </w:pPr>
            <w:r w:rsidRPr="00090E5B">
              <w:t>Product Non-Conformity Report</w:t>
            </w:r>
          </w:p>
        </w:tc>
      </w:tr>
    </w:tbl>
    <w:p w14:paraId="0F8B9EEB" w14:textId="77777777" w:rsidR="00E42AEF" w:rsidRDefault="00E42AEF" w:rsidP="00E42AEF">
      <w:pPr>
        <w:pStyle w:val="Instruction"/>
      </w:pPr>
      <w:r>
        <w:t>List all controlled procedural documents referenced in this document (for example, policies, procedures, forms, lists, work/operator instructions</w:t>
      </w:r>
    </w:p>
    <w:p w14:paraId="7A5C5B2F"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10DC512B" w14:textId="77777777" w:rsidTr="00E42AEF">
        <w:trPr>
          <w:cantSplit/>
          <w:tblHeader/>
        </w:trPr>
        <w:tc>
          <w:tcPr>
            <w:tcW w:w="9639" w:type="dxa"/>
            <w:gridSpan w:val="2"/>
            <w:tcBorders>
              <w:top w:val="single" w:sz="12" w:space="0" w:color="auto"/>
              <w:left w:val="nil"/>
              <w:bottom w:val="nil"/>
              <w:right w:val="nil"/>
            </w:tcBorders>
            <w:hideMark/>
          </w:tcPr>
          <w:p w14:paraId="442314A8" w14:textId="77777777" w:rsidR="00E42AEF" w:rsidRDefault="00E42AEF">
            <w:pPr>
              <w:pStyle w:val="Tableheadingleft"/>
            </w:pPr>
            <w:r>
              <w:t>Associated records</w:t>
            </w:r>
          </w:p>
        </w:tc>
      </w:tr>
      <w:tr w:rsidR="00E42AEF" w14:paraId="03D03B11"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F2293D1"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C8DB7C8" w14:textId="77777777" w:rsidR="00E42AEF" w:rsidRDefault="00E42AEF">
            <w:pPr>
              <w:pStyle w:val="Tableheadingleft"/>
            </w:pPr>
            <w:r>
              <w:t>Document Title</w:t>
            </w:r>
          </w:p>
        </w:tc>
      </w:tr>
      <w:tr w:rsidR="00E42AEF" w14:paraId="4E21E533" w14:textId="77777777" w:rsidTr="00E42AEF">
        <w:trPr>
          <w:cantSplit/>
          <w:trHeight w:val="282"/>
        </w:trPr>
        <w:tc>
          <w:tcPr>
            <w:tcW w:w="1746" w:type="dxa"/>
            <w:tcBorders>
              <w:top w:val="nil"/>
              <w:left w:val="single" w:sz="6" w:space="0" w:color="auto"/>
              <w:bottom w:val="single" w:sz="6" w:space="0" w:color="auto"/>
              <w:right w:val="single" w:sz="6" w:space="0" w:color="auto"/>
            </w:tcBorders>
          </w:tcPr>
          <w:p w14:paraId="6676B29F" w14:textId="77777777" w:rsidR="00E42AEF" w:rsidRDefault="00E42AEF">
            <w:pPr>
              <w:pStyle w:val="Tabletextcentre"/>
            </w:pPr>
          </w:p>
        </w:tc>
        <w:tc>
          <w:tcPr>
            <w:tcW w:w="7893" w:type="dxa"/>
            <w:tcBorders>
              <w:top w:val="nil"/>
              <w:left w:val="single" w:sz="6" w:space="0" w:color="auto"/>
              <w:bottom w:val="single" w:sz="6" w:space="0" w:color="auto"/>
              <w:right w:val="single" w:sz="6" w:space="0" w:color="auto"/>
            </w:tcBorders>
          </w:tcPr>
          <w:p w14:paraId="72AF677C" w14:textId="77777777" w:rsidR="00E42AEF" w:rsidRDefault="00E42AEF">
            <w:pPr>
              <w:pStyle w:val="Tabletextleft"/>
            </w:pPr>
          </w:p>
        </w:tc>
      </w:tr>
    </w:tbl>
    <w:p w14:paraId="0562B7C3" w14:textId="77777777" w:rsidR="00E42AEF" w:rsidRDefault="00E42AEF" w:rsidP="00E42AEF">
      <w:pPr>
        <w:pStyle w:val="Instruction"/>
      </w:pPr>
      <w:r>
        <w:t>List all other referenced records in this document. For example, regulatory documents, in-house controlled documents (such as batch record forms, reports, methods, protocols), compliance standards etc.</w:t>
      </w:r>
    </w:p>
    <w:p w14:paraId="37306C56" w14:textId="77777777" w:rsidR="00E42AEF" w:rsidRDefault="00E42AEF" w:rsidP="00E42AEF"/>
    <w:p w14:paraId="57B8F76F" w14:textId="77777777" w:rsidR="00E42AEF" w:rsidRDefault="00E42AEF" w:rsidP="00E42AEF">
      <w:pPr>
        <w:pStyle w:val="PlainText"/>
      </w:pPr>
      <w:r>
        <w:t>DOCUMENT END</w:t>
      </w:r>
    </w:p>
    <w:p w14:paraId="2A08BDC9" w14:textId="77777777" w:rsidR="00A61743" w:rsidRPr="000309DB" w:rsidRDefault="00A61743" w:rsidP="00090E5B">
      <w:pPr>
        <w:pStyle w:val="Tablebullet1"/>
        <w:numPr>
          <w:ilvl w:val="0"/>
          <w:numId w:val="0"/>
        </w:numPr>
        <w:tabs>
          <w:tab w:val="clear" w:pos="284"/>
          <w:tab w:val="clear" w:pos="357"/>
          <w:tab w:val="clear" w:pos="1168"/>
        </w:tabs>
        <w:spacing w:before="60"/>
        <w:ind w:left="851"/>
      </w:pPr>
    </w:p>
    <w:sectPr w:rsidR="00A61743" w:rsidRPr="000309DB" w:rsidSect="00E42AE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E0677" w14:textId="77777777" w:rsidR="00D7266B" w:rsidRDefault="00D7266B" w:rsidP="000025FA">
      <w:pPr>
        <w:spacing w:before="0" w:after="0" w:line="240" w:lineRule="auto"/>
      </w:pPr>
      <w:r>
        <w:separator/>
      </w:r>
    </w:p>
  </w:endnote>
  <w:endnote w:type="continuationSeparator" w:id="0">
    <w:p w14:paraId="1A17B475" w14:textId="77777777" w:rsidR="00D7266B" w:rsidRDefault="00D7266B" w:rsidP="000025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2A08BDE0" w14:textId="77777777" w:rsidTr="00A05CF7">
      <w:tc>
        <w:tcPr>
          <w:tcW w:w="6160" w:type="dxa"/>
        </w:tcPr>
        <w:p w14:paraId="2A08BDDE" w14:textId="77777777" w:rsidR="007553FC" w:rsidRDefault="00DE1E6A" w:rsidP="00963149">
          <w:r w:rsidRPr="0096318A">
            <w:t>Document is current only if front page has “Controlled copy” stamped in red ink</w:t>
          </w:r>
        </w:p>
      </w:tc>
      <w:tc>
        <w:tcPr>
          <w:tcW w:w="3520" w:type="dxa"/>
        </w:tcPr>
        <w:p w14:paraId="2A08BDDF" w14:textId="77777777" w:rsidR="007553FC" w:rsidRDefault="00DE1E6A"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A08BDE1" w14:textId="77777777" w:rsidR="007553FC" w:rsidRDefault="00D7266B" w:rsidP="00963149"/>
  <w:p w14:paraId="2A08BDE2" w14:textId="77777777" w:rsidR="007553FC" w:rsidRDefault="00D7266B" w:rsidP="00963149"/>
  <w:p w14:paraId="2A08BDE3" w14:textId="77777777" w:rsidR="007553FC" w:rsidRDefault="00D7266B" w:rsidP="00963149"/>
  <w:p w14:paraId="2A08BDE4" w14:textId="77777777" w:rsidR="007553FC" w:rsidRDefault="00D7266B" w:rsidP="00963149"/>
  <w:p w14:paraId="2A08BDE5" w14:textId="77777777" w:rsidR="007553FC" w:rsidRDefault="00D7266B" w:rsidP="00963149"/>
  <w:p w14:paraId="2A08BDE6" w14:textId="77777777" w:rsidR="007553FC" w:rsidRDefault="00D7266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4F33D9EA"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275BC37F" w14:textId="05E38D12"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66797B6"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9</w:t>
          </w:r>
          <w:r>
            <w:fldChar w:fldCharType="end"/>
          </w:r>
          <w:r>
            <w:t xml:space="preserve"> of </w:t>
          </w:r>
          <w:fldSimple w:instr=" NUMPAGES  \* Arabic  \* MERGEFORMAT ">
            <w:r w:rsidR="00E96079">
              <w:rPr>
                <w:noProof/>
              </w:rPr>
              <w:t>9</w:t>
            </w:r>
          </w:fldSimple>
        </w:p>
      </w:tc>
    </w:tr>
  </w:tbl>
  <w:p w14:paraId="2A08BDEA" w14:textId="77777777" w:rsidR="007553FC" w:rsidRDefault="00D7266B" w:rsidP="00E42AE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29129B36"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44B986AE" w14:textId="7E9CC7E7"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70A910"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1</w:t>
          </w:r>
          <w:r>
            <w:fldChar w:fldCharType="end"/>
          </w:r>
          <w:r>
            <w:t xml:space="preserve"> of </w:t>
          </w:r>
          <w:fldSimple w:instr=" NUMPAGES  \* Arabic  \* MERGEFORMAT ">
            <w:r w:rsidR="00E96079">
              <w:rPr>
                <w:noProof/>
              </w:rPr>
              <w:t>3</w:t>
            </w:r>
          </w:fldSimple>
        </w:p>
      </w:tc>
    </w:tr>
  </w:tbl>
  <w:p w14:paraId="2A08BDF3" w14:textId="77777777" w:rsidR="007553FC" w:rsidRDefault="00D7266B" w:rsidP="00E42AE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C21CD" w14:textId="77777777" w:rsidR="00D7266B" w:rsidRDefault="00D7266B" w:rsidP="000025FA">
      <w:pPr>
        <w:spacing w:before="0" w:after="0" w:line="240" w:lineRule="auto"/>
      </w:pPr>
      <w:r>
        <w:separator/>
      </w:r>
    </w:p>
  </w:footnote>
  <w:footnote w:type="continuationSeparator" w:id="0">
    <w:p w14:paraId="3ED86BA3" w14:textId="77777777" w:rsidR="00D7266B" w:rsidRDefault="00D7266B" w:rsidP="000025F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2A08BDD0" w14:textId="77777777" w:rsidTr="00AA6C60">
      <w:tc>
        <w:tcPr>
          <w:tcW w:w="2835" w:type="dxa"/>
          <w:vMerge w:val="restart"/>
        </w:tcPr>
        <w:p w14:paraId="2A08BDCE" w14:textId="77777777" w:rsidR="007553FC" w:rsidRPr="00AA6C60" w:rsidRDefault="00176E68" w:rsidP="00963149">
          <w:pPr>
            <w:rPr>
              <w:b/>
            </w:rPr>
          </w:pPr>
          <w:r>
            <w:fldChar w:fldCharType="begin"/>
          </w:r>
          <w:r>
            <w:instrText xml:space="preserve"> DOCPROPERTY  Company  \* MERGEFORMAT </w:instrText>
          </w:r>
          <w:r>
            <w:fldChar w:fldCharType="separate"/>
          </w:r>
          <w:r w:rsidR="00DE1E6A" w:rsidRPr="00BB10C8">
            <w:rPr>
              <w:b/>
            </w:rPr>
            <w:t>&lt;Company Name&gt;</w:t>
          </w:r>
          <w:r>
            <w:rPr>
              <w:b/>
            </w:rPr>
            <w:fldChar w:fldCharType="end"/>
          </w:r>
        </w:p>
      </w:tc>
      <w:tc>
        <w:tcPr>
          <w:tcW w:w="6845" w:type="dxa"/>
          <w:gridSpan w:val="2"/>
        </w:tcPr>
        <w:p w14:paraId="2A08BDCF" w14:textId="77777777" w:rsidR="007553FC" w:rsidRDefault="00176E68" w:rsidP="00963149">
          <w:fldSimple w:instr=" DOCPROPERTY  &quot;Doc Title&quot;  \* MERGEFORMAT ">
            <w:r w:rsidR="00DE1E6A" w:rsidRPr="00BB10C8">
              <w:rPr>
                <w:b/>
              </w:rPr>
              <w:t>&lt;Title&gt;</w:t>
            </w:r>
          </w:fldSimple>
        </w:p>
      </w:tc>
    </w:tr>
    <w:tr w:rsidR="007553FC" w14:paraId="2A08BDD4" w14:textId="77777777" w:rsidTr="00AA6C60">
      <w:tc>
        <w:tcPr>
          <w:tcW w:w="2835" w:type="dxa"/>
          <w:vMerge/>
        </w:tcPr>
        <w:p w14:paraId="2A08BDD1" w14:textId="77777777" w:rsidR="007553FC" w:rsidRDefault="00D7266B" w:rsidP="00963149"/>
      </w:tc>
      <w:tc>
        <w:tcPr>
          <w:tcW w:w="4075" w:type="dxa"/>
        </w:tcPr>
        <w:p w14:paraId="2A08BDD2" w14:textId="77777777" w:rsidR="007553FC" w:rsidRDefault="00DE1E6A" w:rsidP="00963149">
          <w:r w:rsidRPr="00AA6C60">
            <w:rPr>
              <w:sz w:val="18"/>
              <w:szCs w:val="18"/>
            </w:rPr>
            <w:t xml:space="preserve">Document ID: </w:t>
          </w:r>
          <w:fldSimple w:instr=" DOCPROPERTY  &quot;Doc ID&quot;  \* MERGEFORMAT ">
            <w:r w:rsidRPr="00BB10C8">
              <w:rPr>
                <w:b/>
                <w:sz w:val="18"/>
                <w:szCs w:val="18"/>
              </w:rPr>
              <w:t>&lt;Doc ID&gt;</w:t>
            </w:r>
          </w:fldSimple>
        </w:p>
      </w:tc>
      <w:tc>
        <w:tcPr>
          <w:tcW w:w="2770" w:type="dxa"/>
        </w:tcPr>
        <w:p w14:paraId="2A08BDD3" w14:textId="77777777" w:rsidR="007553FC" w:rsidRDefault="00DE1E6A" w:rsidP="00963149">
          <w:r w:rsidRPr="00AA6C60">
            <w:rPr>
              <w:sz w:val="18"/>
              <w:szCs w:val="18"/>
            </w:rPr>
            <w:t xml:space="preserve">Revision No.: </w:t>
          </w:r>
          <w:fldSimple w:instr=" DOCPROPERTY  Revision  \* MERGEFORMAT ">
            <w:r w:rsidRPr="00BB10C8">
              <w:rPr>
                <w:b/>
                <w:sz w:val="18"/>
                <w:szCs w:val="18"/>
              </w:rPr>
              <w:t>&lt;Rev No&gt;</w:t>
            </w:r>
          </w:fldSimple>
        </w:p>
      </w:tc>
    </w:tr>
  </w:tbl>
  <w:p w14:paraId="2A08BDD5" w14:textId="77777777" w:rsidR="007553FC" w:rsidRDefault="00D7266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1750C5F4" w14:textId="77777777" w:rsidTr="00E42AE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FF4BBC" w14:textId="77777777" w:rsidR="00E42AEF" w:rsidRDefault="00E42AEF" w:rsidP="00E42AE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40946CA" w14:textId="77777777" w:rsidR="00E42AEF" w:rsidRDefault="00E42AEF" w:rsidP="00E42AEF">
          <w:pPr>
            <w:pStyle w:val="Tabletextleft"/>
          </w:pPr>
          <w:r>
            <w:t>Document ID:</w:t>
          </w:r>
        </w:p>
      </w:tc>
      <w:sdt>
        <w:sdtPr>
          <w:alias w:val="Document ID"/>
          <w:tag w:val="Document_x0020_ID"/>
          <w:id w:val="-836461952"/>
          <w:placeholder>
            <w:docPart w:val="569B030769284FF187D2A5DAFF5FC9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ED5E8A" w14:textId="5CD64149" w:rsidR="00E42AEF" w:rsidRDefault="00E42AEF" w:rsidP="00E42AEF">
              <w:pPr>
                <w:pStyle w:val="Tabletextleft"/>
              </w:pPr>
              <w:r>
                <w:t>&lt;QP715&gt;</w:t>
              </w:r>
            </w:p>
          </w:tc>
        </w:sdtContent>
      </w:sdt>
    </w:tr>
    <w:tr w:rsidR="00E42AEF" w14:paraId="7F2B0C43" w14:textId="77777777" w:rsidTr="00E42AEF">
      <w:tc>
        <w:tcPr>
          <w:tcW w:w="9634" w:type="dxa"/>
          <w:vMerge/>
          <w:tcBorders>
            <w:top w:val="single" w:sz="4" w:space="0" w:color="auto"/>
            <w:left w:val="single" w:sz="4" w:space="0" w:color="auto"/>
            <w:bottom w:val="single" w:sz="4" w:space="0" w:color="auto"/>
            <w:right w:val="single" w:sz="4" w:space="0" w:color="auto"/>
          </w:tcBorders>
          <w:vAlign w:val="center"/>
          <w:hideMark/>
        </w:tcPr>
        <w:p w14:paraId="10C6D1D3" w14:textId="77777777" w:rsidR="00E42AEF" w:rsidRDefault="00E42AEF" w:rsidP="00E42AE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66C3743" w14:textId="77777777" w:rsidR="00E42AEF" w:rsidRDefault="00E42AEF" w:rsidP="00E42AEF">
          <w:pPr>
            <w:pStyle w:val="Tabletextleft"/>
          </w:pPr>
          <w:r>
            <w:t>Revision No.:</w:t>
          </w:r>
        </w:p>
      </w:tc>
      <w:sdt>
        <w:sdtPr>
          <w:alias w:val="Revision"/>
          <w:tag w:val="Revision"/>
          <w:id w:val="1853215797"/>
          <w:placeholder>
            <w:docPart w:val="EE10F6486CA940F78005F4C7099B0F6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090D43D" w14:textId="68D45EEA" w:rsidR="00E42AEF" w:rsidRDefault="00E42AEF" w:rsidP="00E42AEF">
              <w:pPr>
                <w:pStyle w:val="Tabletextleft"/>
              </w:pPr>
              <w:r>
                <w:t>&lt;</w:t>
              </w:r>
              <w:proofErr w:type="spellStart"/>
              <w:r>
                <w:t>nn</w:t>
              </w:r>
              <w:proofErr w:type="spellEnd"/>
              <w:r>
                <w:t>&gt;</w:t>
              </w:r>
            </w:p>
          </w:tc>
        </w:sdtContent>
      </w:sdt>
    </w:tr>
    <w:tr w:rsidR="00E42AEF" w14:paraId="70C1C9F8" w14:textId="77777777" w:rsidTr="00E42AEF">
      <w:sdt>
        <w:sdtPr>
          <w:alias w:val="Title"/>
          <w:id w:val="1580485916"/>
          <w:placeholder>
            <w:docPart w:val="9C4C60A0F1DA4569A27529E1808A7FE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18259F5" w14:textId="32846299" w:rsidR="00E42AEF" w:rsidRDefault="00E42AEF" w:rsidP="00E42AEF">
              <w:pPr>
                <w:pStyle w:val="Tabletextleft"/>
              </w:pPr>
              <w:r>
                <w:t>Measuring and Monitoring Equipment</w:t>
              </w:r>
            </w:p>
          </w:tc>
        </w:sdtContent>
      </w:sdt>
    </w:tr>
  </w:tbl>
  <w:p w14:paraId="2A08BDDD" w14:textId="77777777" w:rsidR="003D301F" w:rsidRPr="00F351C3" w:rsidRDefault="00D7266B" w:rsidP="00E42AE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4A1781E2" w14:textId="77777777" w:rsidTr="00352CF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52A0145" w14:textId="77777777" w:rsidR="00E42AEF" w:rsidRDefault="00E42AEF" w:rsidP="00E42AE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7F9938" w14:textId="77777777" w:rsidR="00E42AEF" w:rsidRDefault="00E42AEF" w:rsidP="00E42AE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25E6E3" w14:textId="261CED1A" w:rsidR="00E42AEF" w:rsidRDefault="00E42AEF" w:rsidP="00E42AEF">
              <w:pPr>
                <w:pStyle w:val="Tabletextleft"/>
              </w:pPr>
              <w:r>
                <w:t>&lt;QP715&gt;</w:t>
              </w:r>
            </w:p>
          </w:tc>
        </w:sdtContent>
      </w:sdt>
    </w:tr>
    <w:tr w:rsidR="00E42AEF" w14:paraId="0305CDDC" w14:textId="77777777" w:rsidTr="00352CF5">
      <w:tc>
        <w:tcPr>
          <w:tcW w:w="5947" w:type="dxa"/>
          <w:vMerge/>
          <w:tcBorders>
            <w:top w:val="single" w:sz="4" w:space="0" w:color="auto"/>
            <w:left w:val="single" w:sz="4" w:space="0" w:color="auto"/>
            <w:bottom w:val="single" w:sz="4" w:space="0" w:color="auto"/>
            <w:right w:val="single" w:sz="4" w:space="0" w:color="auto"/>
          </w:tcBorders>
          <w:vAlign w:val="center"/>
          <w:hideMark/>
        </w:tcPr>
        <w:p w14:paraId="02DE98D7" w14:textId="77777777" w:rsidR="00E42AEF" w:rsidRDefault="00E42AEF" w:rsidP="00E42AE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9A2C80" w14:textId="77777777" w:rsidR="00E42AEF" w:rsidRDefault="00E42AEF" w:rsidP="00E42AE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5A9ED6A" w14:textId="4B8EB7D0" w:rsidR="00E42AEF" w:rsidRDefault="00E42AEF" w:rsidP="00E42AEF">
              <w:pPr>
                <w:pStyle w:val="Tabletextleft"/>
              </w:pPr>
              <w:r>
                <w:t>&lt;</w:t>
              </w:r>
              <w:proofErr w:type="spellStart"/>
              <w:r>
                <w:t>nn</w:t>
              </w:r>
              <w:proofErr w:type="spellEnd"/>
              <w:r>
                <w:t>&gt;</w:t>
              </w:r>
            </w:p>
          </w:tc>
        </w:sdtContent>
      </w:sdt>
    </w:tr>
    <w:tr w:rsidR="00352CF5" w14:paraId="0D2CA2C2" w14:textId="77777777" w:rsidTr="00352CF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0B715F1" w14:textId="06BD9BB8" w:rsidR="00352CF5" w:rsidRDefault="00352CF5" w:rsidP="00352CF5">
              <w:pPr>
                <w:pStyle w:val="Tabletextleft"/>
              </w:pPr>
              <w:r>
                <w:t>Measuring and Monitoring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5AD167B0" w14:textId="5D13BDC5" w:rsidR="00352CF5" w:rsidRDefault="00352CF5" w:rsidP="00352CF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E83B111" w14:textId="7185E2B4" w:rsidR="00352CF5" w:rsidRDefault="00352CF5" w:rsidP="00352CF5">
              <w:pPr>
                <w:pStyle w:val="Tabletextleft"/>
                <w:ind w:left="0"/>
              </w:pPr>
              <w:r>
                <w:t>&lt;date&gt;</w:t>
              </w:r>
            </w:p>
          </w:tc>
        </w:sdtContent>
      </w:sdt>
    </w:tr>
  </w:tbl>
  <w:p w14:paraId="2A08BDEF" w14:textId="77777777" w:rsidR="007553FC" w:rsidRDefault="00D7266B" w:rsidP="00E42AE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163"/>
    <w:rsid w:val="000025FA"/>
    <w:rsid w:val="000309DB"/>
    <w:rsid w:val="00072C45"/>
    <w:rsid w:val="00090E5B"/>
    <w:rsid w:val="000962AC"/>
    <w:rsid w:val="000B2030"/>
    <w:rsid w:val="00125501"/>
    <w:rsid w:val="0016529B"/>
    <w:rsid w:val="00176E68"/>
    <w:rsid w:val="00192137"/>
    <w:rsid w:val="002762BA"/>
    <w:rsid w:val="00312726"/>
    <w:rsid w:val="003239F5"/>
    <w:rsid w:val="00352CF5"/>
    <w:rsid w:val="00360A6E"/>
    <w:rsid w:val="00486D64"/>
    <w:rsid w:val="00594194"/>
    <w:rsid w:val="00660E79"/>
    <w:rsid w:val="006625AA"/>
    <w:rsid w:val="006F2579"/>
    <w:rsid w:val="00754A76"/>
    <w:rsid w:val="00811AF9"/>
    <w:rsid w:val="00865749"/>
    <w:rsid w:val="00880F0B"/>
    <w:rsid w:val="00943A51"/>
    <w:rsid w:val="00A61743"/>
    <w:rsid w:val="00A704EF"/>
    <w:rsid w:val="00B22F67"/>
    <w:rsid w:val="00B8108C"/>
    <w:rsid w:val="00B95163"/>
    <w:rsid w:val="00CE1119"/>
    <w:rsid w:val="00D7266B"/>
    <w:rsid w:val="00DE1E6A"/>
    <w:rsid w:val="00E056A3"/>
    <w:rsid w:val="00E42AEF"/>
    <w:rsid w:val="00E96079"/>
    <w:rsid w:val="00FE51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08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516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9516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95163"/>
    <w:rPr>
      <w:rFonts w:ascii="Tahoma" w:hAnsi="Tahoma"/>
      <w:spacing w:val="5"/>
      <w:kern w:val="28"/>
      <w:sz w:val="40"/>
      <w:szCs w:val="40"/>
      <w:lang w:eastAsia="en-US"/>
    </w:rPr>
  </w:style>
  <w:style w:type="paragraph" w:styleId="TOC1">
    <w:name w:val="toc 1"/>
    <w:basedOn w:val="Normal"/>
    <w:next w:val="Normal"/>
    <w:uiPriority w:val="39"/>
    <w:unhideWhenUsed/>
    <w:qFormat/>
    <w:rsid w:val="00B9516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95163"/>
    <w:pPr>
      <w:tabs>
        <w:tab w:val="left" w:pos="1560"/>
        <w:tab w:val="left" w:pos="9498"/>
      </w:tabs>
      <w:spacing w:after="120"/>
    </w:pPr>
    <w:rPr>
      <w:noProof/>
    </w:rPr>
  </w:style>
  <w:style w:type="character" w:styleId="Hyperlink">
    <w:name w:val="Hyperlink"/>
    <w:basedOn w:val="DefaultParagraphFont"/>
    <w:uiPriority w:val="99"/>
    <w:unhideWhenUsed/>
    <w:rsid w:val="00B95163"/>
    <w:rPr>
      <w:color w:val="0000FF"/>
      <w:u w:val="single"/>
    </w:rPr>
  </w:style>
  <w:style w:type="paragraph" w:customStyle="1" w:styleId="Tablecontent0">
    <w:name w:val="Table content"/>
    <w:basedOn w:val="Normal"/>
    <w:rsid w:val="00B95163"/>
    <w:pPr>
      <w:spacing w:before="120" w:after="120"/>
      <w:ind w:left="113"/>
    </w:pPr>
    <w:rPr>
      <w:sz w:val="18"/>
    </w:rPr>
  </w:style>
  <w:style w:type="paragraph" w:customStyle="1" w:styleId="L2BulletPoint">
    <w:name w:val="L2 Bullet Point"/>
    <w:basedOn w:val="Normal"/>
    <w:rsid w:val="00B9516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9516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95163"/>
    <w:rPr>
      <w:rFonts w:ascii="Tahoma" w:hAnsi="Tahoma"/>
      <w:sz w:val="32"/>
      <w:szCs w:val="24"/>
      <w:lang w:eastAsia="en-US"/>
    </w:rPr>
  </w:style>
  <w:style w:type="paragraph" w:customStyle="1" w:styleId="Tableheadingleft">
    <w:name w:val="Table heading left"/>
    <w:basedOn w:val="Normal"/>
    <w:qFormat/>
    <w:rsid w:val="00B95163"/>
    <w:pPr>
      <w:spacing w:before="40" w:after="40"/>
      <w:ind w:left="57"/>
    </w:pPr>
    <w:rPr>
      <w:b/>
      <w:sz w:val="18"/>
    </w:rPr>
  </w:style>
  <w:style w:type="paragraph" w:customStyle="1" w:styleId="Tabletextleft">
    <w:name w:val="Table text left"/>
    <w:basedOn w:val="Normal"/>
    <w:qFormat/>
    <w:rsid w:val="00B95163"/>
    <w:pPr>
      <w:spacing w:before="40" w:after="40"/>
      <w:ind w:left="57"/>
    </w:pPr>
    <w:rPr>
      <w:sz w:val="18"/>
    </w:rPr>
  </w:style>
  <w:style w:type="paragraph" w:customStyle="1" w:styleId="Tableheadingcentre">
    <w:name w:val="Table heading centre"/>
    <w:basedOn w:val="Normal"/>
    <w:qFormat/>
    <w:rsid w:val="00B95163"/>
    <w:pPr>
      <w:spacing w:before="40" w:after="40"/>
      <w:ind w:left="0"/>
      <w:jc w:val="center"/>
    </w:pPr>
    <w:rPr>
      <w:b/>
      <w:sz w:val="18"/>
    </w:rPr>
  </w:style>
  <w:style w:type="paragraph" w:customStyle="1" w:styleId="Tabletextcentre">
    <w:name w:val="Table text centre"/>
    <w:basedOn w:val="Normal"/>
    <w:qFormat/>
    <w:rsid w:val="00B95163"/>
    <w:pPr>
      <w:spacing w:before="40" w:after="40"/>
      <w:ind w:left="0"/>
      <w:jc w:val="center"/>
    </w:pPr>
    <w:rPr>
      <w:sz w:val="18"/>
    </w:rPr>
  </w:style>
  <w:style w:type="paragraph" w:customStyle="1" w:styleId="DocumentEnd0">
    <w:name w:val="Document End"/>
    <w:basedOn w:val="Normal"/>
    <w:rsid w:val="00B95163"/>
    <w:pPr>
      <w:spacing w:before="240"/>
      <w:ind w:left="0"/>
      <w:jc w:val="center"/>
    </w:pPr>
    <w:rPr>
      <w:caps/>
      <w:sz w:val="24"/>
    </w:rPr>
  </w:style>
  <w:style w:type="paragraph" w:styleId="TOC3">
    <w:name w:val="toc 3"/>
    <w:basedOn w:val="Normal"/>
    <w:next w:val="Normal"/>
    <w:uiPriority w:val="39"/>
    <w:unhideWhenUsed/>
    <w:qFormat/>
    <w:rsid w:val="00B95163"/>
    <w:pPr>
      <w:tabs>
        <w:tab w:val="left" w:pos="1560"/>
        <w:tab w:val="right" w:pos="9639"/>
      </w:tabs>
      <w:spacing w:after="120"/>
    </w:pPr>
    <w:rPr>
      <w:noProof/>
    </w:rPr>
  </w:style>
  <w:style w:type="paragraph" w:styleId="TOC4">
    <w:name w:val="toc 4"/>
    <w:basedOn w:val="Normal"/>
    <w:next w:val="Normal"/>
    <w:uiPriority w:val="39"/>
    <w:unhideWhenUsed/>
    <w:rsid w:val="00B95163"/>
    <w:pPr>
      <w:tabs>
        <w:tab w:val="right" w:pos="9639"/>
      </w:tabs>
      <w:spacing w:after="120"/>
      <w:ind w:left="1560"/>
    </w:pPr>
    <w:rPr>
      <w:smallCaps/>
      <w:noProof/>
    </w:rPr>
  </w:style>
  <w:style w:type="paragraph" w:customStyle="1" w:styleId="Bullet2">
    <w:name w:val="Bullet 2"/>
    <w:basedOn w:val="Normal"/>
    <w:qFormat/>
    <w:rsid w:val="00B95163"/>
    <w:pPr>
      <w:numPr>
        <w:numId w:val="15"/>
      </w:numPr>
      <w:tabs>
        <w:tab w:val="left" w:pos="1701"/>
      </w:tabs>
      <w:ind w:left="1701" w:hanging="425"/>
    </w:pPr>
  </w:style>
  <w:style w:type="paragraph" w:customStyle="1" w:styleId="Numberedstep1">
    <w:name w:val="Numbered step 1"/>
    <w:basedOn w:val="Normal"/>
    <w:qFormat/>
    <w:rsid w:val="00B95163"/>
    <w:pPr>
      <w:numPr>
        <w:numId w:val="16"/>
      </w:numPr>
      <w:ind w:left="1276" w:hanging="425"/>
    </w:pPr>
  </w:style>
  <w:style w:type="paragraph" w:customStyle="1" w:styleId="Numberedstep2">
    <w:name w:val="Numbered step 2"/>
    <w:basedOn w:val="Normal"/>
    <w:qFormat/>
    <w:rsid w:val="00B95163"/>
    <w:pPr>
      <w:numPr>
        <w:numId w:val="17"/>
      </w:numPr>
      <w:ind w:left="1701" w:hanging="425"/>
    </w:pPr>
  </w:style>
  <w:style w:type="paragraph" w:customStyle="1" w:styleId="Instruction">
    <w:name w:val="Instruction"/>
    <w:basedOn w:val="Normal"/>
    <w:qFormat/>
    <w:rsid w:val="00B95163"/>
    <w:pPr>
      <w:tabs>
        <w:tab w:val="center" w:pos="5954"/>
        <w:tab w:val="right" w:pos="10490"/>
      </w:tabs>
    </w:pPr>
    <w:rPr>
      <w:color w:val="FF0000"/>
      <w:szCs w:val="18"/>
    </w:rPr>
  </w:style>
  <w:style w:type="character" w:styleId="SubtleEmphasis">
    <w:name w:val="Subtle Emphasis"/>
    <w:basedOn w:val="DefaultParagraphFont"/>
    <w:uiPriority w:val="19"/>
    <w:qFormat/>
    <w:rsid w:val="00B95163"/>
    <w:rPr>
      <w:i/>
      <w:iCs/>
      <w:color w:val="auto"/>
    </w:rPr>
  </w:style>
  <w:style w:type="table" w:styleId="TableGrid">
    <w:name w:val="Table Grid"/>
    <w:basedOn w:val="TableNormal"/>
    <w:uiPriority w:val="59"/>
    <w:rsid w:val="00E42A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42AE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E42AE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E42AEF"/>
    <w:rPr>
      <w:rFonts w:ascii="Tahoma" w:hAnsi="Tahoma"/>
      <w:color w:val="000000"/>
      <w:sz w:val="22"/>
      <w:lang w:eastAsia="en-US"/>
    </w:rPr>
  </w:style>
  <w:style w:type="paragraph" w:styleId="ListNumber">
    <w:name w:val="List Number"/>
    <w:basedOn w:val="BodyTextIndent2"/>
    <w:autoRedefine/>
    <w:semiHidden/>
    <w:unhideWhenUsed/>
    <w:qFormat/>
    <w:rsid w:val="00E42AEF"/>
    <w:pPr>
      <w:tabs>
        <w:tab w:val="clear" w:pos="1168"/>
      </w:tabs>
    </w:pPr>
  </w:style>
  <w:style w:type="paragraph" w:styleId="ListBullet2">
    <w:name w:val="List Bullet 2"/>
    <w:basedOn w:val="Normal"/>
    <w:autoRedefine/>
    <w:uiPriority w:val="99"/>
    <w:semiHidden/>
    <w:unhideWhenUsed/>
    <w:qFormat/>
    <w:rsid w:val="00E42AE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42AE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42AEF"/>
    <w:rPr>
      <w:rFonts w:ascii="Tahoma" w:hAnsi="Tahoma"/>
      <w:b/>
      <w:bCs/>
      <w:color w:val="000000"/>
      <w:sz w:val="22"/>
      <w:lang w:eastAsia="en-US"/>
    </w:rPr>
  </w:style>
  <w:style w:type="paragraph" w:styleId="ListParagraph">
    <w:name w:val="List Paragraph"/>
    <w:aliases w:val="Number 2"/>
    <w:basedOn w:val="Normal"/>
    <w:autoRedefine/>
    <w:uiPriority w:val="34"/>
    <w:qFormat/>
    <w:rsid w:val="00E42AE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42AEF"/>
    <w:pPr>
      <w:numPr>
        <w:numId w:val="23"/>
      </w:numPr>
      <w:jc w:val="center"/>
    </w:pPr>
    <w:rPr>
      <w:sz w:val="20"/>
    </w:rPr>
  </w:style>
  <w:style w:type="paragraph" w:customStyle="1" w:styleId="Headingtitle">
    <w:name w:val="Heading title"/>
    <w:basedOn w:val="Normal"/>
    <w:next w:val="Normal"/>
    <w:qFormat/>
    <w:rsid w:val="00072C45"/>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82122">
      <w:bodyDiv w:val="1"/>
      <w:marLeft w:val="0"/>
      <w:marRight w:val="0"/>
      <w:marTop w:val="0"/>
      <w:marBottom w:val="0"/>
      <w:divBdr>
        <w:top w:val="none" w:sz="0" w:space="0" w:color="auto"/>
        <w:left w:val="none" w:sz="0" w:space="0" w:color="auto"/>
        <w:bottom w:val="none" w:sz="0" w:space="0" w:color="auto"/>
        <w:right w:val="none" w:sz="0" w:space="0" w:color="auto"/>
      </w:divBdr>
    </w:div>
    <w:div w:id="224415337">
      <w:bodyDiv w:val="1"/>
      <w:marLeft w:val="0"/>
      <w:marRight w:val="0"/>
      <w:marTop w:val="0"/>
      <w:marBottom w:val="0"/>
      <w:divBdr>
        <w:top w:val="none" w:sz="0" w:space="0" w:color="auto"/>
        <w:left w:val="none" w:sz="0" w:space="0" w:color="auto"/>
        <w:bottom w:val="none" w:sz="0" w:space="0" w:color="auto"/>
        <w:right w:val="none" w:sz="0" w:space="0" w:color="auto"/>
      </w:divBdr>
    </w:div>
    <w:div w:id="1129663427">
      <w:bodyDiv w:val="1"/>
      <w:marLeft w:val="0"/>
      <w:marRight w:val="0"/>
      <w:marTop w:val="0"/>
      <w:marBottom w:val="0"/>
      <w:divBdr>
        <w:top w:val="none" w:sz="0" w:space="0" w:color="auto"/>
        <w:left w:val="none" w:sz="0" w:space="0" w:color="auto"/>
        <w:bottom w:val="none" w:sz="0" w:space="0" w:color="auto"/>
        <w:right w:val="none" w:sz="0" w:space="0" w:color="auto"/>
      </w:divBdr>
    </w:div>
    <w:div w:id="1446461378">
      <w:bodyDiv w:val="1"/>
      <w:marLeft w:val="0"/>
      <w:marRight w:val="0"/>
      <w:marTop w:val="0"/>
      <w:marBottom w:val="0"/>
      <w:divBdr>
        <w:top w:val="none" w:sz="0" w:space="0" w:color="auto"/>
        <w:left w:val="none" w:sz="0" w:space="0" w:color="auto"/>
        <w:bottom w:val="none" w:sz="0" w:space="0" w:color="auto"/>
        <w:right w:val="none" w:sz="0" w:space="0" w:color="auto"/>
      </w:divBdr>
    </w:div>
    <w:div w:id="1535188378">
      <w:bodyDiv w:val="1"/>
      <w:marLeft w:val="0"/>
      <w:marRight w:val="0"/>
      <w:marTop w:val="0"/>
      <w:marBottom w:val="0"/>
      <w:divBdr>
        <w:top w:val="none" w:sz="0" w:space="0" w:color="auto"/>
        <w:left w:val="none" w:sz="0" w:space="0" w:color="auto"/>
        <w:bottom w:val="none" w:sz="0" w:space="0" w:color="auto"/>
        <w:right w:val="none" w:sz="0" w:space="0" w:color="auto"/>
      </w:divBdr>
    </w:div>
    <w:div w:id="1979728566">
      <w:bodyDiv w:val="1"/>
      <w:marLeft w:val="0"/>
      <w:marRight w:val="0"/>
      <w:marTop w:val="0"/>
      <w:marBottom w:val="0"/>
      <w:divBdr>
        <w:top w:val="none" w:sz="0" w:space="0" w:color="auto"/>
        <w:left w:val="none" w:sz="0" w:space="0" w:color="auto"/>
        <w:bottom w:val="none" w:sz="0" w:space="0" w:color="auto"/>
        <w:right w:val="none" w:sz="0" w:space="0" w:color="auto"/>
      </w:divBdr>
    </w:div>
    <w:div w:id="2094275843">
      <w:bodyDiv w:val="1"/>
      <w:marLeft w:val="0"/>
      <w:marRight w:val="0"/>
      <w:marTop w:val="0"/>
      <w:marBottom w:val="0"/>
      <w:divBdr>
        <w:top w:val="none" w:sz="0" w:space="0" w:color="auto"/>
        <w:left w:val="none" w:sz="0" w:space="0" w:color="auto"/>
        <w:bottom w:val="none" w:sz="0" w:space="0" w:color="auto"/>
        <w:right w:val="none" w:sz="0" w:space="0" w:color="auto"/>
      </w:divBdr>
    </w:div>
    <w:div w:id="21467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D8B410B59E40B797AE9083571D030A"/>
        <w:category>
          <w:name w:val="General"/>
          <w:gallery w:val="placeholder"/>
        </w:category>
        <w:types>
          <w:type w:val="bbPlcHdr"/>
        </w:types>
        <w:behaviors>
          <w:behavior w:val="content"/>
        </w:behaviors>
        <w:guid w:val="{79C1DBFF-CA3A-45D7-8EE0-8A2A55B7C44C}"/>
      </w:docPartPr>
      <w:docPartBody>
        <w:p w:rsidR="00010EA0" w:rsidRDefault="00BC31C8">
          <w:r w:rsidRPr="003049E7">
            <w:rPr>
              <w:rStyle w:val="PlaceholderText"/>
            </w:rPr>
            <w:t>[Title]</w:t>
          </w:r>
        </w:p>
      </w:docPartBody>
    </w:docPart>
    <w:docPart>
      <w:docPartPr>
        <w:name w:val="569B030769284FF187D2A5DAFF5FC95F"/>
        <w:category>
          <w:name w:val="General"/>
          <w:gallery w:val="placeholder"/>
        </w:category>
        <w:types>
          <w:type w:val="bbPlcHdr"/>
        </w:types>
        <w:behaviors>
          <w:behavior w:val="content"/>
        </w:behaviors>
        <w:guid w:val="{624DE5D2-8BBF-4CE3-984C-A579E4493AF6}"/>
      </w:docPartPr>
      <w:docPartBody>
        <w:p w:rsidR="00B6581C" w:rsidRDefault="00010EA0" w:rsidP="00010EA0">
          <w:pPr>
            <w:pStyle w:val="569B030769284FF187D2A5DAFF5FC95F"/>
          </w:pPr>
          <w:r>
            <w:rPr>
              <w:rStyle w:val="PlaceholderText"/>
            </w:rPr>
            <w:t>[Document ID]</w:t>
          </w:r>
        </w:p>
      </w:docPartBody>
    </w:docPart>
    <w:docPart>
      <w:docPartPr>
        <w:name w:val="EE10F6486CA940F78005F4C7099B0F65"/>
        <w:category>
          <w:name w:val="General"/>
          <w:gallery w:val="placeholder"/>
        </w:category>
        <w:types>
          <w:type w:val="bbPlcHdr"/>
        </w:types>
        <w:behaviors>
          <w:behavior w:val="content"/>
        </w:behaviors>
        <w:guid w:val="{44A0592E-59C0-49B6-A981-E3D93C4CE1D9}"/>
      </w:docPartPr>
      <w:docPartBody>
        <w:p w:rsidR="00B6581C" w:rsidRDefault="00010EA0" w:rsidP="00010EA0">
          <w:pPr>
            <w:pStyle w:val="EE10F6486CA940F78005F4C7099B0F65"/>
          </w:pPr>
          <w:r>
            <w:rPr>
              <w:rStyle w:val="PlaceholderText"/>
            </w:rPr>
            <w:t>[Revision]</w:t>
          </w:r>
        </w:p>
      </w:docPartBody>
    </w:docPart>
    <w:docPart>
      <w:docPartPr>
        <w:name w:val="9C4C60A0F1DA4569A27529E1808A7FEA"/>
        <w:category>
          <w:name w:val="General"/>
          <w:gallery w:val="placeholder"/>
        </w:category>
        <w:types>
          <w:type w:val="bbPlcHdr"/>
        </w:types>
        <w:behaviors>
          <w:behavior w:val="content"/>
        </w:behaviors>
        <w:guid w:val="{27DD5B5E-6635-43D8-B858-25FD76E06804}"/>
      </w:docPartPr>
      <w:docPartBody>
        <w:p w:rsidR="00B6581C" w:rsidRDefault="00010EA0" w:rsidP="00010EA0">
          <w:pPr>
            <w:pStyle w:val="9C4C60A0F1DA4569A27529E1808A7FEA"/>
          </w:pPr>
          <w:r>
            <w:rPr>
              <w:rStyle w:val="PlaceholderText"/>
            </w:rPr>
            <w:t>[Title]</w:t>
          </w:r>
        </w:p>
      </w:docPartBody>
    </w:docPart>
    <w:docPart>
      <w:docPartPr>
        <w:name w:val="EF26393670E74C0C91D390E60029E25F"/>
        <w:category>
          <w:name w:val="General"/>
          <w:gallery w:val="placeholder"/>
        </w:category>
        <w:types>
          <w:type w:val="bbPlcHdr"/>
        </w:types>
        <w:behaviors>
          <w:behavior w:val="content"/>
        </w:behaviors>
        <w:guid w:val="{A872F38A-2507-4142-9A3A-F729F668DD0C}"/>
      </w:docPartPr>
      <w:docPartBody>
        <w:p w:rsidR="003F71B5" w:rsidRDefault="00101D4B" w:rsidP="00101D4B">
          <w:pPr>
            <w:pStyle w:val="EF26393670E74C0C91D390E60029E25F"/>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C8"/>
    <w:rsid w:val="00010EA0"/>
    <w:rsid w:val="00101D4B"/>
    <w:rsid w:val="003F71B5"/>
    <w:rsid w:val="00723D91"/>
    <w:rsid w:val="00B6581C"/>
    <w:rsid w:val="00BC31C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31C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1D4B"/>
    <w:rPr>
      <w:color w:val="808080"/>
    </w:rPr>
  </w:style>
  <w:style w:type="paragraph" w:customStyle="1" w:styleId="120878FD3DDA48C2839A771C5DEC60F1">
    <w:name w:val="120878FD3DDA48C2839A771C5DEC60F1"/>
    <w:rsid w:val="00BC31C8"/>
  </w:style>
  <w:style w:type="paragraph" w:customStyle="1" w:styleId="7A6C2549B09848F38E6FA445FE9E8634">
    <w:name w:val="7A6C2549B09848F38E6FA445FE9E8634"/>
    <w:rsid w:val="00BC31C8"/>
  </w:style>
  <w:style w:type="paragraph" w:customStyle="1" w:styleId="569B030769284FF187D2A5DAFF5FC95F">
    <w:name w:val="569B030769284FF187D2A5DAFF5FC95F"/>
    <w:rsid w:val="00010EA0"/>
    <w:pPr>
      <w:spacing w:after="160" w:line="259" w:lineRule="auto"/>
    </w:pPr>
  </w:style>
  <w:style w:type="paragraph" w:customStyle="1" w:styleId="EE10F6486CA940F78005F4C7099B0F65">
    <w:name w:val="EE10F6486CA940F78005F4C7099B0F65"/>
    <w:rsid w:val="00010EA0"/>
    <w:pPr>
      <w:spacing w:after="160" w:line="259" w:lineRule="auto"/>
    </w:pPr>
  </w:style>
  <w:style w:type="paragraph" w:customStyle="1" w:styleId="9C4C60A0F1DA4569A27529E1808A7FEA">
    <w:name w:val="9C4C60A0F1DA4569A27529E1808A7FEA"/>
    <w:rsid w:val="00010EA0"/>
    <w:pPr>
      <w:spacing w:after="160" w:line="259" w:lineRule="auto"/>
    </w:pPr>
  </w:style>
  <w:style w:type="paragraph" w:customStyle="1" w:styleId="10065AD9D2DA4B8281E760463EEB5980">
    <w:name w:val="10065AD9D2DA4B8281E760463EEB5980"/>
    <w:rsid w:val="00010EA0"/>
    <w:pPr>
      <w:spacing w:after="160" w:line="259" w:lineRule="auto"/>
    </w:pPr>
  </w:style>
  <w:style w:type="paragraph" w:customStyle="1" w:styleId="49149E46C94C4B27A2412EC078432E5A">
    <w:name w:val="49149E46C94C4B27A2412EC078432E5A"/>
    <w:rsid w:val="00010EA0"/>
    <w:pPr>
      <w:spacing w:after="160" w:line="259" w:lineRule="auto"/>
    </w:pPr>
  </w:style>
  <w:style w:type="paragraph" w:customStyle="1" w:styleId="02D1785D86FA48F68C05306ED9899D4A">
    <w:name w:val="02D1785D86FA48F68C05306ED9899D4A"/>
    <w:rsid w:val="00010EA0"/>
    <w:pPr>
      <w:spacing w:after="160" w:line="259" w:lineRule="auto"/>
    </w:pPr>
  </w:style>
  <w:style w:type="paragraph" w:customStyle="1" w:styleId="9C20C5B1426447F4BBEC670D9467FF5A">
    <w:name w:val="9C20C5B1426447F4BBEC670D9467FF5A"/>
    <w:rsid w:val="00010EA0"/>
    <w:pPr>
      <w:spacing w:after="160" w:line="259" w:lineRule="auto"/>
    </w:pPr>
  </w:style>
  <w:style w:type="paragraph" w:customStyle="1" w:styleId="3A7E06F307F2466080627DDBBAB2D8E1">
    <w:name w:val="3A7E06F307F2466080627DDBBAB2D8E1"/>
    <w:rsid w:val="00B6581C"/>
    <w:pPr>
      <w:spacing w:after="160" w:line="259" w:lineRule="auto"/>
    </w:pPr>
  </w:style>
  <w:style w:type="paragraph" w:customStyle="1" w:styleId="EF26393670E74C0C91D390E60029E25F">
    <w:name w:val="EF26393670E74C0C91D390E60029E25F"/>
    <w:rsid w:val="00101D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D12B-3FB1-4CEC-A264-B857228039D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AFD1E59D-AB25-4A2E-96EA-F34BBEB08DED}"/>
</file>

<file path=customXml/itemProps3.xml><?xml version="1.0" encoding="utf-8"?>
<ds:datastoreItem xmlns:ds="http://schemas.openxmlformats.org/officeDocument/2006/customXml" ds:itemID="{601B924B-DD3C-448C-942D-DD85B5D28BD1}">
  <ds:schemaRefs>
    <ds:schemaRef ds:uri="http://schemas.microsoft.com/sharepoint/v3/contenttype/forms"/>
  </ds:schemaRefs>
</ds:datastoreItem>
</file>

<file path=customXml/itemProps4.xml><?xml version="1.0" encoding="utf-8"?>
<ds:datastoreItem xmlns:ds="http://schemas.openxmlformats.org/officeDocument/2006/customXml" ds:itemID="{CB7BA1E8-8223-44B9-AB09-33E37491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9</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Measuring and Monitoring Equipment</vt:lpstr>
    </vt:vector>
  </TitlesOfParts>
  <Manager/>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and Monitoring Equipment</dc:title>
  <cp:lastModifiedBy/>
  <cp:revision>1</cp:revision>
  <dcterms:created xsi:type="dcterms:W3CDTF">2014-12-16T22:07:00Z</dcterms:created>
  <dcterms:modified xsi:type="dcterms:W3CDTF">2019-10-11T04:41:00Z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